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3D68C" w14:textId="77777777" w:rsidR="00D0224B" w:rsidRPr="00D0224B" w:rsidRDefault="00D0224B" w:rsidP="00D0224B">
      <w:pPr>
        <w:widowControl/>
        <w:spacing w:after="240"/>
        <w:jc w:val="center"/>
        <w:outlineLvl w:val="1"/>
        <w:rPr>
          <w:rFonts w:ascii="メイリオ" w:eastAsia="メイリオ" w:hAnsi="メイリオ" w:cs="ＭＳ Ｐゴシック"/>
          <w:color w:val="000000"/>
          <w:kern w:val="0"/>
          <w:sz w:val="36"/>
          <w:szCs w:val="36"/>
          <w14:ligatures w14:val="none"/>
        </w:rPr>
      </w:pPr>
      <w:r w:rsidRPr="00D0224B">
        <w:rPr>
          <w:rFonts w:ascii="メイリオ" w:eastAsia="メイリオ" w:hAnsi="メイリオ" w:cs="ＭＳ Ｐゴシック" w:hint="eastAsia"/>
          <w:color w:val="000000"/>
          <w:kern w:val="0"/>
          <w:sz w:val="36"/>
          <w:szCs w:val="36"/>
          <w14:ligatures w14:val="none"/>
        </w:rPr>
        <w:t>ANNE OF GREEN GABLES</w:t>
      </w:r>
    </w:p>
    <w:p w14:paraId="132A9ADE" w14:textId="77777777" w:rsidR="00D0224B" w:rsidRPr="00D0224B" w:rsidRDefault="00000000" w:rsidP="00D0224B">
      <w:pPr>
        <w:widowControl/>
        <w:spacing w:before="480" w:after="480"/>
        <w:rPr>
          <w:rFonts w:ascii="メイリオ" w:eastAsia="メイリオ" w:hAnsi="メイリオ" w:cs="ＭＳ Ｐゴシック"/>
          <w:color w:val="000000"/>
          <w:kern w:val="0"/>
          <w:sz w:val="27"/>
          <w:szCs w:val="27"/>
          <w14:ligatures w14:val="none"/>
        </w:rPr>
      </w:pPr>
      <w:r>
        <w:rPr>
          <w:rFonts w:ascii="メイリオ" w:eastAsia="メイリオ" w:hAnsi="メイリオ" w:cs="ＭＳ Ｐゴシック"/>
          <w:color w:val="000000"/>
          <w:kern w:val="0"/>
          <w:sz w:val="27"/>
          <w:szCs w:val="27"/>
          <w14:ligatures w14:val="none"/>
        </w:rPr>
        <w:pict w14:anchorId="423445BA">
          <v:rect id="_x0000_i1025" style="width:438.5pt;height:1.5pt" o:hrpct="0" o:hralign="center" o:hrstd="t" o:hr="t" fillcolor="#a0a0a0" stroked="f">
            <v:textbox inset="5.85pt,.7pt,5.85pt,.7pt"/>
          </v:rect>
        </w:pict>
      </w:r>
    </w:p>
    <w:p w14:paraId="6484009A" w14:textId="77777777" w:rsidR="00D0224B" w:rsidRPr="00D0224B" w:rsidRDefault="00D0224B" w:rsidP="00D0224B">
      <w:pPr>
        <w:widowControl/>
        <w:spacing w:after="240"/>
        <w:jc w:val="center"/>
        <w:outlineLvl w:val="1"/>
        <w:rPr>
          <w:rFonts w:ascii="メイリオ" w:eastAsia="メイリオ" w:hAnsi="メイリオ" w:cs="ＭＳ Ｐゴシック"/>
          <w:color w:val="000000"/>
          <w:kern w:val="0"/>
          <w:sz w:val="36"/>
          <w:szCs w:val="36"/>
          <w14:ligatures w14:val="none"/>
        </w:rPr>
      </w:pPr>
      <w:r w:rsidRPr="00D0224B">
        <w:rPr>
          <w:rFonts w:ascii="メイリオ" w:eastAsia="メイリオ" w:hAnsi="メイリオ" w:cs="ＭＳ Ｐゴシック" w:hint="eastAsia"/>
          <w:color w:val="000000"/>
          <w:kern w:val="0"/>
          <w:sz w:val="36"/>
          <w:szCs w:val="36"/>
          <w14:ligatures w14:val="none"/>
        </w:rPr>
        <w:t>CHAPTER I.</w:t>
      </w:r>
      <w:r w:rsidRPr="00D0224B">
        <w:rPr>
          <w:rFonts w:ascii="メイリオ" w:eastAsia="メイリオ" w:hAnsi="メイリオ" w:cs="ＭＳ Ｐゴシック" w:hint="eastAsia"/>
          <w:color w:val="000000"/>
          <w:kern w:val="0"/>
          <w:sz w:val="36"/>
          <w:szCs w:val="36"/>
          <w14:ligatures w14:val="none"/>
        </w:rPr>
        <w:br/>
        <w:t>Mrs. Rachel Lynde is Surprised</w:t>
      </w:r>
    </w:p>
    <w:p w14:paraId="3717F880" w14:textId="77777777" w:rsidR="00D0224B" w:rsidRPr="00D0224B" w:rsidRDefault="00D0224B" w:rsidP="00B840F5">
      <w:pPr>
        <w:rPr>
          <w:rFonts w:eastAsia="メイリオ"/>
        </w:rPr>
      </w:pPr>
      <w:r w:rsidRPr="00D0224B">
        <w:rPr>
          <w:rFonts w:hint="eastAsia"/>
        </w:rPr>
        <w:t>M</w:t>
      </w:r>
      <w:r w:rsidRPr="00D0224B">
        <w:rPr>
          <w:rFonts w:eastAsia="メイリオ" w:hint="eastAsia"/>
        </w:rPr>
        <w:t>RS. Rachel Lynde lived just where the Avonlea main road dipped down into a little hollow, fringed with alders and ladies</w:t>
      </w:r>
      <w:r w:rsidRPr="00D0224B">
        <w:rPr>
          <w:rFonts w:eastAsia="メイリオ" w:hint="eastAsia"/>
        </w:rPr>
        <w:t>’</w:t>
      </w:r>
      <w:r w:rsidRPr="00D0224B">
        <w:rPr>
          <w:rFonts w:eastAsia="メイリオ" w:hint="eastAsia"/>
        </w:rPr>
        <w:t xml:space="preserve"> eardrops and traversed by a brook that had its source away back in the woods of the old Cuthbert place; it was reputed to be an intricate, headlong brook in its earlier course through those woods, with dark secrets of pool and cascade; but by the time it reached Lynde</w:t>
      </w:r>
      <w:r w:rsidRPr="00D0224B">
        <w:rPr>
          <w:rFonts w:eastAsia="メイリオ" w:hint="eastAsia"/>
        </w:rPr>
        <w:t>’</w:t>
      </w:r>
      <w:r w:rsidRPr="00D0224B">
        <w:rPr>
          <w:rFonts w:eastAsia="メイリオ" w:hint="eastAsia"/>
        </w:rPr>
        <w:t>s Hollow it was a quiet, well-conducted little stream, for not even a brook could run past Mrs. Rachel Lynde</w:t>
      </w:r>
      <w:r w:rsidRPr="00D0224B">
        <w:rPr>
          <w:rFonts w:eastAsia="メイリオ" w:hint="eastAsia"/>
        </w:rPr>
        <w:t>’</w:t>
      </w:r>
      <w:r w:rsidRPr="00D0224B">
        <w:rPr>
          <w:rFonts w:eastAsia="メイリオ" w:hint="eastAsia"/>
        </w:rPr>
        <w:t>s door without due regard for decency and decorum; it probably was conscious that Mrs. Rachel was sitting at her window, keeping a sharp eye on everything that passed, from brooks and children up, and that if she noticed anything odd or out of place she would never rest until she had ferreted out the whys and wherefores thereof.</w:t>
      </w:r>
    </w:p>
    <w:p w14:paraId="2DA51733" w14:textId="77777777" w:rsidR="00D0224B" w:rsidRPr="00D0224B" w:rsidRDefault="00D0224B" w:rsidP="00B840F5">
      <w:pPr>
        <w:rPr>
          <w:rFonts w:eastAsia="メイリオ"/>
        </w:rPr>
      </w:pPr>
      <w:r w:rsidRPr="00D0224B">
        <w:rPr>
          <w:rFonts w:eastAsia="メイリオ" w:hint="eastAsia"/>
        </w:rPr>
        <w:t>There are plenty of people in Avonlea and out of it, who can attend closely to their neighbor</w:t>
      </w:r>
      <w:r w:rsidRPr="00D0224B">
        <w:rPr>
          <w:rFonts w:eastAsia="メイリオ" w:hint="eastAsia"/>
        </w:rPr>
        <w:t>’</w:t>
      </w:r>
      <w:r w:rsidRPr="00D0224B">
        <w:rPr>
          <w:rFonts w:eastAsia="メイリオ" w:hint="eastAsia"/>
        </w:rPr>
        <w:t xml:space="preserve">s business by dint of neglecting their own; but Mrs. Rachel Lynde was one of those capable creatures who can manage their own concerns and those of other folks into the bargain. She was a notable housewife; her work was always done and well done; she </w:t>
      </w:r>
      <w:r w:rsidRPr="00D0224B">
        <w:rPr>
          <w:rFonts w:eastAsia="メイリオ" w:hint="eastAsia"/>
        </w:rPr>
        <w:t>“</w:t>
      </w:r>
      <w:r w:rsidRPr="00D0224B">
        <w:rPr>
          <w:rFonts w:eastAsia="メイリオ" w:hint="eastAsia"/>
        </w:rPr>
        <w:t>ran</w:t>
      </w:r>
      <w:r w:rsidRPr="00D0224B">
        <w:rPr>
          <w:rFonts w:eastAsia="メイリオ" w:hint="eastAsia"/>
        </w:rPr>
        <w:t>”</w:t>
      </w:r>
      <w:r w:rsidRPr="00D0224B">
        <w:rPr>
          <w:rFonts w:eastAsia="メイリオ" w:hint="eastAsia"/>
        </w:rPr>
        <w:t xml:space="preserve"> the Sewing Circle, helped run the Sunday-school, and was the strongest prop of the Church Aid Society and Foreign Missions Auxiliary. Yet with all this Mrs. Rachel found abundant time to sit for hours at her kitchen window, knitting </w:t>
      </w:r>
      <w:r w:rsidRPr="00D0224B">
        <w:rPr>
          <w:rFonts w:eastAsia="メイリオ" w:hint="eastAsia"/>
        </w:rPr>
        <w:t>“</w:t>
      </w:r>
      <w:r w:rsidRPr="00D0224B">
        <w:rPr>
          <w:rFonts w:eastAsia="メイリオ" w:hint="eastAsia"/>
        </w:rPr>
        <w:t>cotton warp</w:t>
      </w:r>
      <w:r w:rsidRPr="00D0224B">
        <w:rPr>
          <w:rFonts w:eastAsia="メイリオ" w:hint="eastAsia"/>
        </w:rPr>
        <w:t>”</w:t>
      </w:r>
      <w:r w:rsidRPr="00D0224B">
        <w:rPr>
          <w:rFonts w:eastAsia="メイリオ" w:hint="eastAsia"/>
        </w:rPr>
        <w:t xml:space="preserve"> quilts</w:t>
      </w:r>
      <w:r w:rsidRPr="00D0224B">
        <w:rPr>
          <w:rFonts w:eastAsia="メイリオ" w:hint="eastAsia"/>
        </w:rPr>
        <w:t>—</w:t>
      </w:r>
      <w:r w:rsidRPr="00D0224B">
        <w:rPr>
          <w:rFonts w:eastAsia="メイリオ" w:hint="eastAsia"/>
        </w:rPr>
        <w:t>she had knitted sixteen of them, as Avonlea housekeepers were wont to tell in awed voices</w:t>
      </w:r>
      <w:r w:rsidRPr="00D0224B">
        <w:rPr>
          <w:rFonts w:eastAsia="メイリオ" w:hint="eastAsia"/>
        </w:rPr>
        <w:t>—</w:t>
      </w:r>
      <w:r w:rsidRPr="00D0224B">
        <w:rPr>
          <w:rFonts w:eastAsia="メイリオ" w:hint="eastAsia"/>
        </w:rPr>
        <w:t xml:space="preserve">and keeping a sharp eye on the main road that crossed the hollow and wound up the steep red hill </w:t>
      </w:r>
      <w:r w:rsidRPr="00D0224B">
        <w:rPr>
          <w:rFonts w:eastAsia="メイリオ" w:hint="eastAsia"/>
        </w:rPr>
        <w:lastRenderedPageBreak/>
        <w:t>beyond. Since Avonlea occupied a little triangular peninsula jutting out into the Gulf of St. Lawrence with water on two sides of it, anybody who went out of it or into it had to pass over that hill road and so run the unseen gauntlet of Mrs. Rachel</w:t>
      </w:r>
      <w:r w:rsidRPr="00D0224B">
        <w:rPr>
          <w:rFonts w:eastAsia="メイリオ" w:hint="eastAsia"/>
        </w:rPr>
        <w:t>’</w:t>
      </w:r>
      <w:r w:rsidRPr="00D0224B">
        <w:rPr>
          <w:rFonts w:eastAsia="メイリオ" w:hint="eastAsia"/>
        </w:rPr>
        <w:t>s all-seeing eye.</w:t>
      </w:r>
    </w:p>
    <w:p w14:paraId="3177CB0E" w14:textId="77777777" w:rsidR="00D0224B" w:rsidRPr="00D0224B" w:rsidRDefault="00D0224B" w:rsidP="00B840F5">
      <w:pPr>
        <w:rPr>
          <w:rFonts w:eastAsia="メイリオ"/>
        </w:rPr>
      </w:pPr>
      <w:r w:rsidRPr="00D0224B">
        <w:rPr>
          <w:rFonts w:eastAsia="メイリオ" w:hint="eastAsia"/>
        </w:rPr>
        <w:t>She was sitting there one afternoon in early June. The sun was coming in at the window warm and bright; the orchard on the slope below the house was in a bridal flush of pinky-white bloom, hummed over by a myriad of bees. Thomas Lynde</w:t>
      </w:r>
      <w:r w:rsidRPr="00D0224B">
        <w:rPr>
          <w:rFonts w:eastAsia="メイリオ" w:hint="eastAsia"/>
        </w:rPr>
        <w:t>—</w:t>
      </w:r>
      <w:r w:rsidRPr="00D0224B">
        <w:rPr>
          <w:rFonts w:eastAsia="メイリオ" w:hint="eastAsia"/>
        </w:rPr>
        <w:t xml:space="preserve">a meek little man whom Avonlea people called </w:t>
      </w:r>
      <w:r w:rsidRPr="00D0224B">
        <w:rPr>
          <w:rFonts w:eastAsia="メイリオ" w:hint="eastAsia"/>
        </w:rPr>
        <w:t>“</w:t>
      </w:r>
      <w:r w:rsidRPr="00D0224B">
        <w:rPr>
          <w:rFonts w:eastAsia="メイリオ" w:hint="eastAsia"/>
        </w:rPr>
        <w:t>Rachel Lynde</w:t>
      </w:r>
      <w:r w:rsidRPr="00D0224B">
        <w:rPr>
          <w:rFonts w:eastAsia="メイリオ" w:hint="eastAsia"/>
        </w:rPr>
        <w:t>’</w:t>
      </w:r>
      <w:r w:rsidRPr="00D0224B">
        <w:rPr>
          <w:rFonts w:eastAsia="メイリオ" w:hint="eastAsia"/>
        </w:rPr>
        <w:t>s husband</w:t>
      </w:r>
      <w:r w:rsidRPr="00D0224B">
        <w:rPr>
          <w:rFonts w:eastAsia="メイリオ" w:hint="eastAsia"/>
        </w:rPr>
        <w:t>”—</w:t>
      </w:r>
      <w:r w:rsidRPr="00D0224B">
        <w:rPr>
          <w:rFonts w:eastAsia="メイリオ" w:hint="eastAsia"/>
        </w:rPr>
        <w:t>was sowing his late turnip seed on the hill field beyond the barn; and Matthew Cuthbert ought to have been sowing his on the big red brook field away over by Green Gables. Mrs. Rachel knew that he ought because she had heard him tell Peter Morrison the evening before in William J. Blair</w:t>
      </w:r>
      <w:r w:rsidRPr="00D0224B">
        <w:rPr>
          <w:rFonts w:eastAsia="メイリオ" w:hint="eastAsia"/>
        </w:rPr>
        <w:t>’</w:t>
      </w:r>
      <w:r w:rsidRPr="00D0224B">
        <w:rPr>
          <w:rFonts w:eastAsia="メイリオ" w:hint="eastAsia"/>
        </w:rPr>
        <w:t>s store over at Carmody that he meant to sow his turnip seed the next afternoon. Peter had asked him, of course, for Matthew Cuthbert had never been known to volunteer information about anything in his whole life.</w:t>
      </w:r>
    </w:p>
    <w:p w14:paraId="5BB5B585" w14:textId="77777777" w:rsidR="00D0224B" w:rsidRPr="00D0224B" w:rsidRDefault="00D0224B" w:rsidP="00B840F5">
      <w:pPr>
        <w:rPr>
          <w:rFonts w:eastAsia="メイリオ"/>
        </w:rPr>
      </w:pPr>
      <w:r w:rsidRPr="00D0224B">
        <w:rPr>
          <w:rFonts w:eastAsia="メイリオ" w:hint="eastAsia"/>
        </w:rPr>
        <w:t>And yet here was Matthew Cuthbert, at half-past three on the afternoon of a busy day, placidly driving over the hollow and up the hill; moreover, he wore a white collar and his best suit of clothes, which was plain proof that he was going out of Avonlea; and he had the buggy and the sorrel mare, which betokened that he was going a considerable distance. Now, where was Matthew Cuthbert going and why was he going there?</w:t>
      </w:r>
    </w:p>
    <w:p w14:paraId="65019C8F" w14:textId="77777777" w:rsidR="00D0224B" w:rsidRPr="00D0224B" w:rsidRDefault="00D0224B" w:rsidP="00B840F5">
      <w:pPr>
        <w:rPr>
          <w:rFonts w:eastAsia="メイリオ"/>
        </w:rPr>
      </w:pPr>
      <w:r w:rsidRPr="00D0224B">
        <w:rPr>
          <w:rFonts w:eastAsia="メイリオ" w:hint="eastAsia"/>
        </w:rPr>
        <w:t xml:space="preserve">Had it been any other man in Avonlea, Mrs. Rachel, deftly putting this and that together, might have given a pretty good guess as to both questions. But Matthew so rarely went from home that it must be something pressing and unusual which was taking him; he was the shyest man alive and hated to have to go among strangers or to any place where he might have to talk. Matthew, dressed up with a white collar and driving in a buggy, was something that </w:t>
      </w:r>
      <w:proofErr w:type="spellStart"/>
      <w:r w:rsidRPr="00D0224B">
        <w:rPr>
          <w:rFonts w:eastAsia="メイリオ" w:hint="eastAsia"/>
        </w:rPr>
        <w:t>didn</w:t>
      </w:r>
      <w:proofErr w:type="spellEnd"/>
      <w:r w:rsidRPr="00D0224B">
        <w:rPr>
          <w:rFonts w:eastAsia="メイリオ" w:hint="eastAsia"/>
        </w:rPr>
        <w:t>’</w:t>
      </w:r>
      <w:r w:rsidRPr="00D0224B">
        <w:rPr>
          <w:rFonts w:eastAsia="メイリオ" w:hint="eastAsia"/>
        </w:rPr>
        <w:t>t happen often. Mrs. Rachel, ponder as she might, could make nothing of it and her afternoon</w:t>
      </w:r>
      <w:r w:rsidRPr="00D0224B">
        <w:rPr>
          <w:rFonts w:eastAsia="メイリオ" w:hint="eastAsia"/>
        </w:rPr>
        <w:t>’</w:t>
      </w:r>
      <w:r w:rsidRPr="00D0224B">
        <w:rPr>
          <w:rFonts w:eastAsia="メイリオ" w:hint="eastAsia"/>
        </w:rPr>
        <w:t>s enjoyment was spoiled.</w:t>
      </w:r>
    </w:p>
    <w:p w14:paraId="09E013B6" w14:textId="77777777" w:rsidR="00D0224B" w:rsidRPr="00D0224B" w:rsidRDefault="00D0224B" w:rsidP="00B840F5">
      <w:pPr>
        <w:rPr>
          <w:rFonts w:eastAsia="メイリオ"/>
        </w:rPr>
      </w:pPr>
      <w:r w:rsidRPr="00D0224B">
        <w:rPr>
          <w:rFonts w:eastAsia="メイリオ" w:hint="eastAsia"/>
        </w:rPr>
        <w:t>“</w:t>
      </w:r>
      <w:r w:rsidRPr="00D0224B">
        <w:rPr>
          <w:rFonts w:eastAsia="メイリオ" w:hint="eastAsia"/>
        </w:rPr>
        <w:t>I</w:t>
      </w:r>
      <w:r w:rsidRPr="00D0224B">
        <w:rPr>
          <w:rFonts w:eastAsia="メイリオ" w:hint="eastAsia"/>
        </w:rPr>
        <w:t>’</w:t>
      </w:r>
      <w:proofErr w:type="spellStart"/>
      <w:r w:rsidRPr="00D0224B">
        <w:rPr>
          <w:rFonts w:eastAsia="メイリオ" w:hint="eastAsia"/>
        </w:rPr>
        <w:t>ll</w:t>
      </w:r>
      <w:proofErr w:type="spellEnd"/>
      <w:r w:rsidRPr="00D0224B">
        <w:rPr>
          <w:rFonts w:eastAsia="メイリオ" w:hint="eastAsia"/>
        </w:rPr>
        <w:t xml:space="preserve"> just step over to Green Gables after tea and find out from Marilla where he</w:t>
      </w:r>
      <w:r w:rsidRPr="00D0224B">
        <w:rPr>
          <w:rFonts w:eastAsia="メイリオ" w:hint="eastAsia"/>
        </w:rPr>
        <w:t>’</w:t>
      </w:r>
      <w:r w:rsidRPr="00D0224B">
        <w:rPr>
          <w:rFonts w:eastAsia="メイリオ" w:hint="eastAsia"/>
        </w:rPr>
        <w:t>s gone and why,</w:t>
      </w:r>
      <w:r w:rsidRPr="00D0224B">
        <w:rPr>
          <w:rFonts w:eastAsia="メイリオ" w:hint="eastAsia"/>
        </w:rPr>
        <w:t>”</w:t>
      </w:r>
      <w:r w:rsidRPr="00D0224B">
        <w:rPr>
          <w:rFonts w:eastAsia="メイリオ" w:hint="eastAsia"/>
        </w:rPr>
        <w:t xml:space="preserve"> the worthy woman finally concluded. </w:t>
      </w:r>
      <w:r w:rsidRPr="00D0224B">
        <w:rPr>
          <w:rFonts w:eastAsia="メイリオ" w:hint="eastAsia"/>
        </w:rPr>
        <w:t>“</w:t>
      </w:r>
      <w:r w:rsidRPr="00D0224B">
        <w:rPr>
          <w:rFonts w:eastAsia="メイリオ" w:hint="eastAsia"/>
        </w:rPr>
        <w:t xml:space="preserve">He </w:t>
      </w:r>
      <w:proofErr w:type="spellStart"/>
      <w:r w:rsidRPr="00D0224B">
        <w:rPr>
          <w:rFonts w:eastAsia="メイリオ" w:hint="eastAsia"/>
        </w:rPr>
        <w:t>doesn</w:t>
      </w:r>
      <w:proofErr w:type="spellEnd"/>
      <w:r w:rsidRPr="00D0224B">
        <w:rPr>
          <w:rFonts w:eastAsia="メイリオ" w:hint="eastAsia"/>
        </w:rPr>
        <w:t>’</w:t>
      </w:r>
      <w:r w:rsidRPr="00D0224B">
        <w:rPr>
          <w:rFonts w:eastAsia="メイリオ" w:hint="eastAsia"/>
        </w:rPr>
        <w:t xml:space="preserve">t generally go to </w:t>
      </w:r>
      <w:r w:rsidRPr="00D0224B">
        <w:rPr>
          <w:rFonts w:eastAsia="メイリオ" w:hint="eastAsia"/>
        </w:rPr>
        <w:lastRenderedPageBreak/>
        <w:t>town this time of year and he </w:t>
      </w:r>
      <w:r w:rsidRPr="00D0224B">
        <w:rPr>
          <w:rFonts w:eastAsia="メイリオ" w:hint="eastAsia"/>
          <w:i/>
          <w:iCs/>
        </w:rPr>
        <w:t>never</w:t>
      </w:r>
      <w:r w:rsidRPr="00D0224B">
        <w:rPr>
          <w:rFonts w:eastAsia="メイリオ" w:hint="eastAsia"/>
        </w:rPr>
        <w:t> visits; if he</w:t>
      </w:r>
      <w:r w:rsidRPr="00D0224B">
        <w:rPr>
          <w:rFonts w:eastAsia="メイリオ" w:hint="eastAsia"/>
        </w:rPr>
        <w:t>’</w:t>
      </w:r>
      <w:r w:rsidRPr="00D0224B">
        <w:rPr>
          <w:rFonts w:eastAsia="メイリオ" w:hint="eastAsia"/>
        </w:rPr>
        <w:t xml:space="preserve">d run out of turnip seed he </w:t>
      </w:r>
      <w:proofErr w:type="spellStart"/>
      <w:r w:rsidRPr="00D0224B">
        <w:rPr>
          <w:rFonts w:eastAsia="メイリオ" w:hint="eastAsia"/>
        </w:rPr>
        <w:t>wouldn</w:t>
      </w:r>
      <w:proofErr w:type="spellEnd"/>
      <w:r w:rsidRPr="00D0224B">
        <w:rPr>
          <w:rFonts w:eastAsia="メイリオ" w:hint="eastAsia"/>
        </w:rPr>
        <w:t>’</w:t>
      </w:r>
      <w:r w:rsidRPr="00D0224B">
        <w:rPr>
          <w:rFonts w:eastAsia="メイリオ" w:hint="eastAsia"/>
        </w:rPr>
        <w:t xml:space="preserve">t dress up and take the buggy to go for more; he </w:t>
      </w:r>
      <w:proofErr w:type="spellStart"/>
      <w:r w:rsidRPr="00D0224B">
        <w:rPr>
          <w:rFonts w:eastAsia="メイリオ" w:hint="eastAsia"/>
        </w:rPr>
        <w:t>wasn</w:t>
      </w:r>
      <w:proofErr w:type="spellEnd"/>
      <w:r w:rsidRPr="00D0224B">
        <w:rPr>
          <w:rFonts w:eastAsia="メイリオ" w:hint="eastAsia"/>
        </w:rPr>
        <w:t>’</w:t>
      </w:r>
      <w:r w:rsidRPr="00D0224B">
        <w:rPr>
          <w:rFonts w:eastAsia="メイリオ" w:hint="eastAsia"/>
        </w:rPr>
        <w:t>t driving fast enough to be going for a doctor. Yet something must have happened since last night to start him off. I</w:t>
      </w:r>
      <w:r w:rsidRPr="00D0224B">
        <w:rPr>
          <w:rFonts w:eastAsia="メイリオ" w:hint="eastAsia"/>
        </w:rPr>
        <w:t>’</w:t>
      </w:r>
      <w:r w:rsidRPr="00D0224B">
        <w:rPr>
          <w:rFonts w:eastAsia="メイリオ" w:hint="eastAsia"/>
        </w:rPr>
        <w:t>m clean puzzled, that</w:t>
      </w:r>
      <w:r w:rsidRPr="00D0224B">
        <w:rPr>
          <w:rFonts w:eastAsia="メイリオ" w:hint="eastAsia"/>
        </w:rPr>
        <w:t>’</w:t>
      </w:r>
      <w:r w:rsidRPr="00D0224B">
        <w:rPr>
          <w:rFonts w:eastAsia="メイリオ" w:hint="eastAsia"/>
        </w:rPr>
        <w:t>s what, and I won</w:t>
      </w:r>
      <w:r w:rsidRPr="00D0224B">
        <w:rPr>
          <w:rFonts w:eastAsia="メイリオ" w:hint="eastAsia"/>
        </w:rPr>
        <w:t>’</w:t>
      </w:r>
      <w:r w:rsidRPr="00D0224B">
        <w:rPr>
          <w:rFonts w:eastAsia="メイリオ" w:hint="eastAsia"/>
        </w:rPr>
        <w:t>t know a minute</w:t>
      </w:r>
      <w:r w:rsidRPr="00D0224B">
        <w:rPr>
          <w:rFonts w:eastAsia="メイリオ" w:hint="eastAsia"/>
        </w:rPr>
        <w:t>’</w:t>
      </w:r>
      <w:r w:rsidRPr="00D0224B">
        <w:rPr>
          <w:rFonts w:eastAsia="メイリオ" w:hint="eastAsia"/>
        </w:rPr>
        <w:t>s peace of mind or conscience until I know what has taken Matthew Cuthbert out of Avonlea today.</w:t>
      </w:r>
      <w:r w:rsidRPr="00D0224B">
        <w:rPr>
          <w:rFonts w:eastAsia="メイリオ" w:hint="eastAsia"/>
        </w:rPr>
        <w:t>”</w:t>
      </w:r>
    </w:p>
    <w:p w14:paraId="7460E6F5" w14:textId="77777777" w:rsidR="00D0224B" w:rsidRPr="00D0224B" w:rsidRDefault="00D0224B" w:rsidP="00B840F5">
      <w:pPr>
        <w:rPr>
          <w:rFonts w:eastAsia="メイリオ"/>
        </w:rPr>
      </w:pPr>
      <w:proofErr w:type="gramStart"/>
      <w:r w:rsidRPr="00D0224B">
        <w:rPr>
          <w:rFonts w:eastAsia="メイリオ" w:hint="eastAsia"/>
        </w:rPr>
        <w:t>Accordingly</w:t>
      </w:r>
      <w:proofErr w:type="gramEnd"/>
      <w:r w:rsidRPr="00D0224B">
        <w:rPr>
          <w:rFonts w:eastAsia="メイリオ" w:hint="eastAsia"/>
        </w:rPr>
        <w:t xml:space="preserve"> after tea Mrs. Rachel set out; she had not far to go; the big, rambling, orchard-embowered house where the Cuthberts lived was a scant quarter of a mile up the road from Lynde</w:t>
      </w:r>
      <w:r w:rsidRPr="00D0224B">
        <w:rPr>
          <w:rFonts w:eastAsia="メイリオ" w:hint="eastAsia"/>
        </w:rPr>
        <w:t>’</w:t>
      </w:r>
      <w:r w:rsidRPr="00D0224B">
        <w:rPr>
          <w:rFonts w:eastAsia="メイリオ" w:hint="eastAsia"/>
        </w:rPr>
        <w:t>s Hollow. To be sure, the long lane made it a good deal further. Matthew Cuthbert</w:t>
      </w:r>
      <w:r w:rsidRPr="00D0224B">
        <w:rPr>
          <w:rFonts w:eastAsia="メイリオ" w:hint="eastAsia"/>
        </w:rPr>
        <w:t>’</w:t>
      </w:r>
      <w:r w:rsidRPr="00D0224B">
        <w:rPr>
          <w:rFonts w:eastAsia="メイリオ" w:hint="eastAsia"/>
        </w:rPr>
        <w:t>s father, as shy and silent as his son after him, had got as far away as he possibly could from his fellow men without actually retreating into the woods when he founded his homestead. Green Gables was built at the furthest edge of his cleared land and there it was to this day, barely visible from the main road along which all the other Avonlea houses were so sociably situated. Mrs. Rachel Lynde did not call living in such a place </w:t>
      </w:r>
      <w:r w:rsidRPr="00D0224B">
        <w:rPr>
          <w:rFonts w:eastAsia="メイリオ" w:hint="eastAsia"/>
          <w:i/>
          <w:iCs/>
        </w:rPr>
        <w:t>living</w:t>
      </w:r>
      <w:r w:rsidRPr="00D0224B">
        <w:rPr>
          <w:rFonts w:eastAsia="メイリオ" w:hint="eastAsia"/>
        </w:rPr>
        <w:t> at all.</w:t>
      </w:r>
    </w:p>
    <w:p w14:paraId="44894DE6" w14:textId="77777777" w:rsidR="00D0224B" w:rsidRPr="00D0224B" w:rsidRDefault="00D0224B" w:rsidP="00B840F5">
      <w:pPr>
        <w:rPr>
          <w:rFonts w:eastAsia="メイリオ"/>
        </w:rPr>
      </w:pPr>
      <w:r w:rsidRPr="00D0224B">
        <w:rPr>
          <w:rFonts w:eastAsia="メイリオ" w:hint="eastAsia"/>
        </w:rPr>
        <w:t>“</w:t>
      </w:r>
      <w:r w:rsidRPr="00D0224B">
        <w:rPr>
          <w:rFonts w:eastAsia="メイリオ" w:hint="eastAsia"/>
        </w:rPr>
        <w:t>It</w:t>
      </w:r>
      <w:r w:rsidRPr="00D0224B">
        <w:rPr>
          <w:rFonts w:eastAsia="メイリオ" w:hint="eastAsia"/>
        </w:rPr>
        <w:t>’</w:t>
      </w:r>
      <w:r w:rsidRPr="00D0224B">
        <w:rPr>
          <w:rFonts w:eastAsia="メイリオ" w:hint="eastAsia"/>
        </w:rPr>
        <w:t>s just </w:t>
      </w:r>
      <w:r w:rsidRPr="00D0224B">
        <w:rPr>
          <w:rFonts w:eastAsia="メイリオ" w:hint="eastAsia"/>
          <w:i/>
          <w:iCs/>
        </w:rPr>
        <w:t>staying</w:t>
      </w:r>
      <w:r w:rsidRPr="00D0224B">
        <w:rPr>
          <w:rFonts w:eastAsia="メイリオ" w:hint="eastAsia"/>
        </w:rPr>
        <w:t>, that</w:t>
      </w:r>
      <w:r w:rsidRPr="00D0224B">
        <w:rPr>
          <w:rFonts w:eastAsia="メイリオ" w:hint="eastAsia"/>
        </w:rPr>
        <w:t>’</w:t>
      </w:r>
      <w:r w:rsidRPr="00D0224B">
        <w:rPr>
          <w:rFonts w:eastAsia="メイリオ" w:hint="eastAsia"/>
        </w:rPr>
        <w:t>s what,</w:t>
      </w:r>
      <w:r w:rsidRPr="00D0224B">
        <w:rPr>
          <w:rFonts w:eastAsia="メイリオ" w:hint="eastAsia"/>
        </w:rPr>
        <w:t>”</w:t>
      </w:r>
      <w:r w:rsidRPr="00D0224B">
        <w:rPr>
          <w:rFonts w:eastAsia="メイリオ" w:hint="eastAsia"/>
        </w:rPr>
        <w:t xml:space="preserve"> she said as she stepped along the deep-rutted, grassy lane bordered with wild rose bushes. </w:t>
      </w:r>
      <w:r w:rsidRPr="00D0224B">
        <w:rPr>
          <w:rFonts w:eastAsia="メイリオ" w:hint="eastAsia"/>
        </w:rPr>
        <w:t>“</w:t>
      </w:r>
      <w:r w:rsidRPr="00D0224B">
        <w:rPr>
          <w:rFonts w:eastAsia="メイリオ" w:hint="eastAsia"/>
        </w:rPr>
        <w:t>It</w:t>
      </w:r>
      <w:r w:rsidRPr="00D0224B">
        <w:rPr>
          <w:rFonts w:eastAsia="メイリオ" w:hint="eastAsia"/>
        </w:rPr>
        <w:t>’</w:t>
      </w:r>
      <w:r w:rsidRPr="00D0224B">
        <w:rPr>
          <w:rFonts w:eastAsia="メイリオ" w:hint="eastAsia"/>
        </w:rPr>
        <w:t xml:space="preserve">s no wonder Matthew and Marilla are both a little odd, living away back here by themselves. Trees </w:t>
      </w:r>
      <w:proofErr w:type="spellStart"/>
      <w:r w:rsidRPr="00D0224B">
        <w:rPr>
          <w:rFonts w:eastAsia="メイリオ" w:hint="eastAsia"/>
        </w:rPr>
        <w:t>aren</w:t>
      </w:r>
      <w:proofErr w:type="spellEnd"/>
      <w:r w:rsidRPr="00D0224B">
        <w:rPr>
          <w:rFonts w:eastAsia="メイリオ" w:hint="eastAsia"/>
        </w:rPr>
        <w:t>’</w:t>
      </w:r>
      <w:r w:rsidRPr="00D0224B">
        <w:rPr>
          <w:rFonts w:eastAsia="メイリオ" w:hint="eastAsia"/>
        </w:rPr>
        <w:t>t much company, though dear knows if they were there</w:t>
      </w:r>
      <w:r w:rsidRPr="00D0224B">
        <w:rPr>
          <w:rFonts w:eastAsia="メイリオ" w:hint="eastAsia"/>
        </w:rPr>
        <w:t>’</w:t>
      </w:r>
      <w:r w:rsidRPr="00D0224B">
        <w:rPr>
          <w:rFonts w:eastAsia="メイリオ" w:hint="eastAsia"/>
        </w:rPr>
        <w:t>d be enough of them. I</w:t>
      </w:r>
      <w:r w:rsidRPr="00D0224B">
        <w:rPr>
          <w:rFonts w:eastAsia="メイリオ" w:hint="eastAsia"/>
        </w:rPr>
        <w:t>’</w:t>
      </w:r>
      <w:r w:rsidRPr="00D0224B">
        <w:rPr>
          <w:rFonts w:eastAsia="メイリオ" w:hint="eastAsia"/>
        </w:rPr>
        <w:t xml:space="preserve">d </w:t>
      </w:r>
      <w:proofErr w:type="spellStart"/>
      <w:r w:rsidRPr="00D0224B">
        <w:rPr>
          <w:rFonts w:eastAsia="メイリオ" w:hint="eastAsia"/>
        </w:rPr>
        <w:t>ruther</w:t>
      </w:r>
      <w:proofErr w:type="spellEnd"/>
      <w:r w:rsidRPr="00D0224B">
        <w:rPr>
          <w:rFonts w:eastAsia="メイリオ" w:hint="eastAsia"/>
        </w:rPr>
        <w:t xml:space="preserve"> look at people. To be sure, they seem contented enough; but then, I suppose, they</w:t>
      </w:r>
      <w:r w:rsidRPr="00D0224B">
        <w:rPr>
          <w:rFonts w:eastAsia="メイリオ" w:hint="eastAsia"/>
        </w:rPr>
        <w:t>’</w:t>
      </w:r>
      <w:r w:rsidRPr="00D0224B">
        <w:rPr>
          <w:rFonts w:eastAsia="メイリオ" w:hint="eastAsia"/>
        </w:rPr>
        <w:t>re used to it. A body can get used to anything, even to being hanged, as the Irishman said.</w:t>
      </w:r>
      <w:r w:rsidRPr="00D0224B">
        <w:rPr>
          <w:rFonts w:eastAsia="メイリオ" w:hint="eastAsia"/>
        </w:rPr>
        <w:t>”</w:t>
      </w:r>
    </w:p>
    <w:p w14:paraId="627E44FF" w14:textId="77777777" w:rsidR="00D0224B" w:rsidRPr="00D0224B" w:rsidRDefault="00D0224B" w:rsidP="00B840F5">
      <w:pPr>
        <w:rPr>
          <w:rFonts w:eastAsia="メイリオ"/>
        </w:rPr>
      </w:pPr>
      <w:r w:rsidRPr="00D0224B">
        <w:rPr>
          <w:rFonts w:eastAsia="メイリオ" w:hint="eastAsia"/>
        </w:rPr>
        <w:t xml:space="preserve">With this Mrs. Rachel stepped out of the lane into the backyard of Green Gables. Very green and neat and precise was that yard, set about on one side with great patriarchal willows and the other with prim </w:t>
      </w:r>
      <w:proofErr w:type="spellStart"/>
      <w:r w:rsidRPr="00D0224B">
        <w:rPr>
          <w:rFonts w:eastAsia="メイリオ" w:hint="eastAsia"/>
        </w:rPr>
        <w:t>Lombardies</w:t>
      </w:r>
      <w:proofErr w:type="spellEnd"/>
      <w:r w:rsidRPr="00D0224B">
        <w:rPr>
          <w:rFonts w:eastAsia="メイリオ" w:hint="eastAsia"/>
        </w:rPr>
        <w:t xml:space="preserve">. Not a stray stick nor stone was to be seen, for Mrs. Rachel would have seen it if there had been. Privately she </w:t>
      </w:r>
      <w:proofErr w:type="gramStart"/>
      <w:r w:rsidRPr="00D0224B">
        <w:rPr>
          <w:rFonts w:eastAsia="メイリオ" w:hint="eastAsia"/>
        </w:rPr>
        <w:t>was of the opinion that</w:t>
      </w:r>
      <w:proofErr w:type="gramEnd"/>
      <w:r w:rsidRPr="00D0224B">
        <w:rPr>
          <w:rFonts w:eastAsia="メイリオ" w:hint="eastAsia"/>
        </w:rPr>
        <w:t xml:space="preserve"> Marilla Cuthbert swept that yard over as often as she swept her house. One could have eaten a meal off the ground without over-brimming the proverbial peck of dirt.</w:t>
      </w:r>
    </w:p>
    <w:p w14:paraId="2129DFAD" w14:textId="77777777" w:rsidR="00D0224B" w:rsidRPr="00D0224B" w:rsidRDefault="00D0224B" w:rsidP="00B840F5">
      <w:pPr>
        <w:rPr>
          <w:rFonts w:eastAsia="メイリオ"/>
        </w:rPr>
      </w:pPr>
      <w:r w:rsidRPr="00D0224B">
        <w:rPr>
          <w:rFonts w:eastAsia="メイリオ" w:hint="eastAsia"/>
        </w:rPr>
        <w:t>Mrs. Rachel rapped smartly at the kitchen door and stepped in when bidden to do so. The kitchen at Green Gables was a cheerful apartment</w:t>
      </w:r>
      <w:r w:rsidRPr="00D0224B">
        <w:rPr>
          <w:rFonts w:eastAsia="メイリオ" w:hint="eastAsia"/>
        </w:rPr>
        <w:t>—</w:t>
      </w:r>
      <w:r w:rsidRPr="00D0224B">
        <w:rPr>
          <w:rFonts w:eastAsia="メイリオ" w:hint="eastAsia"/>
        </w:rPr>
        <w:t xml:space="preserve">or would have been </w:t>
      </w:r>
      <w:r w:rsidRPr="00D0224B">
        <w:rPr>
          <w:rFonts w:eastAsia="メイリオ" w:hint="eastAsia"/>
        </w:rPr>
        <w:lastRenderedPageBreak/>
        <w:t>cheerful if it had not been so painfully clean as to give it something of the appearance of an unused parlor. Its windows looked east and west; through the west one, looking out on the back yard, came a flood of mellow June sunlight; but the east one, whence you got a glimpse of the bloom white cherry-trees in the left orchard and nodding, slender birches down in the hollow by the brook, was greened over by a tangle of vines. Here sat Marilla Cuthbert, when she sat at all, always slightly distrustful of sunshine, which seemed to her too dancing and irresponsible a thing for a world which was meant to be taken seriously; and here she sat now, knitting, and the table behind her was laid for supper.</w:t>
      </w:r>
    </w:p>
    <w:p w14:paraId="5E76BF0C" w14:textId="77777777" w:rsidR="00D0224B" w:rsidRPr="00D0224B" w:rsidRDefault="00D0224B" w:rsidP="00B840F5">
      <w:pPr>
        <w:rPr>
          <w:rFonts w:eastAsia="メイリオ"/>
        </w:rPr>
      </w:pPr>
      <w:r w:rsidRPr="00D0224B">
        <w:rPr>
          <w:rFonts w:eastAsia="メイリオ" w:hint="eastAsia"/>
        </w:rPr>
        <w:t xml:space="preserve">Mrs. Rachel, before she had fairly closed the door, had taken a mental note of everything that was on that table. There were three plates laid, so that Marilla must be expecting some one home with Matthew to tea; but the dishes were everyday dishes and there was only crab-apple preserves and one kind of cake, so that the expected company could not be any </w:t>
      </w:r>
      <w:proofErr w:type="gramStart"/>
      <w:r w:rsidRPr="00D0224B">
        <w:rPr>
          <w:rFonts w:eastAsia="メイリオ" w:hint="eastAsia"/>
        </w:rPr>
        <w:t>particular company</w:t>
      </w:r>
      <w:proofErr w:type="gramEnd"/>
      <w:r w:rsidRPr="00D0224B">
        <w:rPr>
          <w:rFonts w:eastAsia="メイリオ" w:hint="eastAsia"/>
        </w:rPr>
        <w:t>. Yet what of Matthew</w:t>
      </w:r>
      <w:r w:rsidRPr="00D0224B">
        <w:rPr>
          <w:rFonts w:eastAsia="メイリオ" w:hint="eastAsia"/>
        </w:rPr>
        <w:t>’</w:t>
      </w:r>
      <w:r w:rsidRPr="00D0224B">
        <w:rPr>
          <w:rFonts w:eastAsia="メイリオ" w:hint="eastAsia"/>
        </w:rPr>
        <w:t xml:space="preserve">s white collar and the sorrel mare? Mrs. Rachel was getting </w:t>
      </w:r>
      <w:proofErr w:type="gramStart"/>
      <w:r w:rsidRPr="00D0224B">
        <w:rPr>
          <w:rFonts w:eastAsia="メイリオ" w:hint="eastAsia"/>
        </w:rPr>
        <w:t>fairly dizzy</w:t>
      </w:r>
      <w:proofErr w:type="gramEnd"/>
      <w:r w:rsidRPr="00D0224B">
        <w:rPr>
          <w:rFonts w:eastAsia="メイリオ" w:hint="eastAsia"/>
        </w:rPr>
        <w:t xml:space="preserve"> with this unusual mystery about quiet, unmysterious Green Gables.</w:t>
      </w:r>
    </w:p>
    <w:p w14:paraId="0C8C08FA" w14:textId="77777777" w:rsidR="00D0224B" w:rsidRPr="00D0224B" w:rsidRDefault="00D0224B" w:rsidP="00B840F5">
      <w:pPr>
        <w:rPr>
          <w:rFonts w:eastAsia="メイリオ"/>
        </w:rPr>
      </w:pPr>
      <w:r w:rsidRPr="00D0224B">
        <w:rPr>
          <w:rFonts w:eastAsia="メイリオ" w:hint="eastAsia"/>
        </w:rPr>
        <w:t>“</w:t>
      </w:r>
      <w:r w:rsidRPr="00D0224B">
        <w:rPr>
          <w:rFonts w:eastAsia="メイリオ" w:hint="eastAsia"/>
        </w:rPr>
        <w:t>Good evening, Rachel,</w:t>
      </w:r>
      <w:r w:rsidRPr="00D0224B">
        <w:rPr>
          <w:rFonts w:eastAsia="メイリオ" w:hint="eastAsia"/>
        </w:rPr>
        <w:t>”</w:t>
      </w:r>
      <w:r w:rsidRPr="00D0224B">
        <w:rPr>
          <w:rFonts w:eastAsia="メイリオ" w:hint="eastAsia"/>
        </w:rPr>
        <w:t xml:space="preserve"> Marilla said briskly. </w:t>
      </w:r>
      <w:r w:rsidRPr="00D0224B">
        <w:rPr>
          <w:rFonts w:eastAsia="メイリオ" w:hint="eastAsia"/>
        </w:rPr>
        <w:t>“</w:t>
      </w:r>
      <w:r w:rsidRPr="00D0224B">
        <w:rPr>
          <w:rFonts w:eastAsia="メイリオ" w:hint="eastAsia"/>
        </w:rPr>
        <w:t xml:space="preserve">This is a real fine evening, </w:t>
      </w:r>
      <w:proofErr w:type="spellStart"/>
      <w:r w:rsidRPr="00D0224B">
        <w:rPr>
          <w:rFonts w:eastAsia="メイリオ" w:hint="eastAsia"/>
        </w:rPr>
        <w:t>isn</w:t>
      </w:r>
      <w:proofErr w:type="spellEnd"/>
      <w:r w:rsidRPr="00D0224B">
        <w:rPr>
          <w:rFonts w:eastAsia="メイリオ" w:hint="eastAsia"/>
        </w:rPr>
        <w:t>’</w:t>
      </w:r>
      <w:r w:rsidRPr="00D0224B">
        <w:rPr>
          <w:rFonts w:eastAsia="メイリオ" w:hint="eastAsia"/>
        </w:rPr>
        <w:t>t it? Won</w:t>
      </w:r>
      <w:r w:rsidRPr="00D0224B">
        <w:rPr>
          <w:rFonts w:eastAsia="メイリオ" w:hint="eastAsia"/>
        </w:rPr>
        <w:t>’</w:t>
      </w:r>
      <w:r w:rsidRPr="00D0224B">
        <w:rPr>
          <w:rFonts w:eastAsia="メイリオ" w:hint="eastAsia"/>
        </w:rPr>
        <w:t>t you sit down? How are all your folks?</w:t>
      </w:r>
      <w:r w:rsidRPr="00D0224B">
        <w:rPr>
          <w:rFonts w:eastAsia="メイリオ" w:hint="eastAsia"/>
        </w:rPr>
        <w:t>”</w:t>
      </w:r>
    </w:p>
    <w:p w14:paraId="73411B96" w14:textId="77777777" w:rsidR="00D0224B" w:rsidRPr="00D0224B" w:rsidRDefault="00D0224B" w:rsidP="00B840F5">
      <w:pPr>
        <w:rPr>
          <w:rFonts w:eastAsia="メイリオ"/>
        </w:rPr>
      </w:pPr>
      <w:r w:rsidRPr="00D0224B">
        <w:rPr>
          <w:rFonts w:eastAsia="メイリオ" w:hint="eastAsia"/>
        </w:rPr>
        <w:t xml:space="preserve">Something that for lack of any other name might be called friendship existed and always had existed between Marilla Cuthbert and Mrs. Rachel, </w:t>
      </w:r>
      <w:proofErr w:type="gramStart"/>
      <w:r w:rsidRPr="00D0224B">
        <w:rPr>
          <w:rFonts w:eastAsia="メイリオ" w:hint="eastAsia"/>
        </w:rPr>
        <w:t>in spite of</w:t>
      </w:r>
      <w:proofErr w:type="gramEnd"/>
      <w:r w:rsidRPr="00D0224B">
        <w:rPr>
          <w:rFonts w:eastAsia="メイリオ" w:hint="eastAsia"/>
        </w:rPr>
        <w:t>—</w:t>
      </w:r>
      <w:r w:rsidRPr="00D0224B">
        <w:rPr>
          <w:rFonts w:eastAsia="メイリオ" w:hint="eastAsia"/>
        </w:rPr>
        <w:t>or perhaps because of</w:t>
      </w:r>
      <w:r w:rsidRPr="00D0224B">
        <w:rPr>
          <w:rFonts w:eastAsia="メイリオ" w:hint="eastAsia"/>
        </w:rPr>
        <w:t>—</w:t>
      </w:r>
      <w:r w:rsidRPr="00D0224B">
        <w:rPr>
          <w:rFonts w:eastAsia="メイリオ" w:hint="eastAsia"/>
        </w:rPr>
        <w:t>their dissimilarity.</w:t>
      </w:r>
    </w:p>
    <w:p w14:paraId="23CC2F3F" w14:textId="77777777" w:rsidR="00D0224B" w:rsidRPr="00D0224B" w:rsidRDefault="00D0224B" w:rsidP="00B840F5">
      <w:pPr>
        <w:rPr>
          <w:rFonts w:eastAsia="メイリオ"/>
        </w:rPr>
      </w:pPr>
      <w:r w:rsidRPr="00D0224B">
        <w:rPr>
          <w:rFonts w:eastAsia="メイリオ" w:hint="eastAsia"/>
        </w:rPr>
        <w:t xml:space="preserve">Marilla was a tall, thin woman, with angles and without curves; her dark hair showed some gray streaks and was always twisted up in a hard little knot behind with two wire hairpins stuck aggressively through it. She looked like a woman of narrow experience and rigid conscience, which she </w:t>
      </w:r>
      <w:proofErr w:type="gramStart"/>
      <w:r w:rsidRPr="00D0224B">
        <w:rPr>
          <w:rFonts w:eastAsia="メイリオ" w:hint="eastAsia"/>
        </w:rPr>
        <w:t>was;</w:t>
      </w:r>
      <w:proofErr w:type="gramEnd"/>
      <w:r w:rsidRPr="00D0224B">
        <w:rPr>
          <w:rFonts w:eastAsia="メイリオ" w:hint="eastAsia"/>
        </w:rPr>
        <w:t xml:space="preserve"> but there was a saving something about her mouth which, if it had been ever so slightly developed, might have been considered indicative of a sense of humor.</w:t>
      </w:r>
    </w:p>
    <w:p w14:paraId="6B3D5123" w14:textId="77777777" w:rsidR="00D0224B" w:rsidRPr="00D0224B" w:rsidRDefault="00D0224B" w:rsidP="00B840F5">
      <w:pPr>
        <w:rPr>
          <w:rFonts w:eastAsia="メイリオ"/>
        </w:rPr>
      </w:pPr>
      <w:r w:rsidRPr="00D0224B">
        <w:rPr>
          <w:rFonts w:eastAsia="メイリオ" w:hint="eastAsia"/>
        </w:rPr>
        <w:t>“</w:t>
      </w:r>
      <w:r w:rsidRPr="00D0224B">
        <w:rPr>
          <w:rFonts w:eastAsia="メイリオ" w:hint="eastAsia"/>
        </w:rPr>
        <w:t>We</w:t>
      </w:r>
      <w:r w:rsidRPr="00D0224B">
        <w:rPr>
          <w:rFonts w:eastAsia="メイリオ" w:hint="eastAsia"/>
        </w:rPr>
        <w:t>’</w:t>
      </w:r>
      <w:r w:rsidRPr="00D0224B">
        <w:rPr>
          <w:rFonts w:eastAsia="メイリオ" w:hint="eastAsia"/>
        </w:rPr>
        <w:t>re all pretty well,</w:t>
      </w:r>
      <w:r w:rsidRPr="00D0224B">
        <w:rPr>
          <w:rFonts w:eastAsia="メイリオ" w:hint="eastAsia"/>
        </w:rPr>
        <w:t>”</w:t>
      </w:r>
      <w:r w:rsidRPr="00D0224B">
        <w:rPr>
          <w:rFonts w:eastAsia="メイリオ" w:hint="eastAsia"/>
        </w:rPr>
        <w:t xml:space="preserve"> said Mrs. Rachel. </w:t>
      </w:r>
      <w:r w:rsidRPr="00D0224B">
        <w:rPr>
          <w:rFonts w:eastAsia="メイリオ" w:hint="eastAsia"/>
        </w:rPr>
        <w:t>“</w:t>
      </w:r>
      <w:r w:rsidRPr="00D0224B">
        <w:rPr>
          <w:rFonts w:eastAsia="メイリオ" w:hint="eastAsia"/>
        </w:rPr>
        <w:t>I was kind of afraid </w:t>
      </w:r>
      <w:r w:rsidRPr="00D0224B">
        <w:rPr>
          <w:rFonts w:eastAsia="メイリオ" w:hint="eastAsia"/>
          <w:i/>
          <w:iCs/>
        </w:rPr>
        <w:t>you</w:t>
      </w:r>
      <w:r w:rsidRPr="00D0224B">
        <w:rPr>
          <w:rFonts w:eastAsia="メイリオ" w:hint="eastAsia"/>
        </w:rPr>
        <w:t> </w:t>
      </w:r>
      <w:proofErr w:type="spellStart"/>
      <w:r w:rsidRPr="00D0224B">
        <w:rPr>
          <w:rFonts w:eastAsia="メイリオ" w:hint="eastAsia"/>
        </w:rPr>
        <w:t>weren</w:t>
      </w:r>
      <w:proofErr w:type="spellEnd"/>
      <w:r w:rsidRPr="00D0224B">
        <w:rPr>
          <w:rFonts w:eastAsia="メイリオ" w:hint="eastAsia"/>
        </w:rPr>
        <w:t>’</w:t>
      </w:r>
      <w:r w:rsidRPr="00D0224B">
        <w:rPr>
          <w:rFonts w:eastAsia="メイリオ" w:hint="eastAsia"/>
        </w:rPr>
        <w:t>t, though, when I saw Matthew starting off today. I thought maybe he was going to the doctor</w:t>
      </w:r>
      <w:r w:rsidRPr="00D0224B">
        <w:rPr>
          <w:rFonts w:eastAsia="メイリオ" w:hint="eastAsia"/>
        </w:rPr>
        <w:t>’</w:t>
      </w:r>
      <w:r w:rsidRPr="00D0224B">
        <w:rPr>
          <w:rFonts w:eastAsia="メイリオ" w:hint="eastAsia"/>
        </w:rPr>
        <w:t>s.</w:t>
      </w:r>
      <w:r w:rsidRPr="00D0224B">
        <w:rPr>
          <w:rFonts w:eastAsia="メイリオ" w:hint="eastAsia"/>
        </w:rPr>
        <w:t>”</w:t>
      </w:r>
    </w:p>
    <w:p w14:paraId="2A5E8FF8" w14:textId="77777777" w:rsidR="00D0224B" w:rsidRPr="00D0224B" w:rsidRDefault="00D0224B" w:rsidP="00B840F5">
      <w:pPr>
        <w:rPr>
          <w:rFonts w:eastAsia="メイリオ"/>
        </w:rPr>
      </w:pPr>
      <w:r w:rsidRPr="00D0224B">
        <w:rPr>
          <w:rFonts w:eastAsia="メイリオ" w:hint="eastAsia"/>
        </w:rPr>
        <w:t>Marilla</w:t>
      </w:r>
      <w:r w:rsidRPr="00D0224B">
        <w:rPr>
          <w:rFonts w:eastAsia="メイリオ" w:hint="eastAsia"/>
        </w:rPr>
        <w:t>’</w:t>
      </w:r>
      <w:r w:rsidRPr="00D0224B">
        <w:rPr>
          <w:rFonts w:eastAsia="メイリオ" w:hint="eastAsia"/>
        </w:rPr>
        <w:t xml:space="preserve">s lips twitched understandingly. She had expected Mrs. Rachel up; she had </w:t>
      </w:r>
      <w:r w:rsidRPr="00D0224B">
        <w:rPr>
          <w:rFonts w:eastAsia="メイリオ" w:hint="eastAsia"/>
        </w:rPr>
        <w:lastRenderedPageBreak/>
        <w:t>known that the sight of Matthew jaunting off so unaccountably would be too much for her neighbor</w:t>
      </w:r>
      <w:r w:rsidRPr="00D0224B">
        <w:rPr>
          <w:rFonts w:eastAsia="メイリオ" w:hint="eastAsia"/>
        </w:rPr>
        <w:t>’</w:t>
      </w:r>
      <w:r w:rsidRPr="00D0224B">
        <w:rPr>
          <w:rFonts w:eastAsia="メイリオ" w:hint="eastAsia"/>
        </w:rPr>
        <w:t>s curiosity.</w:t>
      </w:r>
    </w:p>
    <w:p w14:paraId="08C5F86F" w14:textId="77777777" w:rsidR="00D0224B" w:rsidRPr="00D0224B" w:rsidRDefault="00D0224B" w:rsidP="00B840F5">
      <w:pPr>
        <w:rPr>
          <w:rFonts w:eastAsia="メイリオ"/>
        </w:rPr>
      </w:pPr>
      <w:r w:rsidRPr="00D0224B">
        <w:rPr>
          <w:rFonts w:eastAsia="メイリオ" w:hint="eastAsia"/>
        </w:rPr>
        <w:t>“</w:t>
      </w:r>
      <w:r w:rsidRPr="00D0224B">
        <w:rPr>
          <w:rFonts w:eastAsia="メイリオ" w:hint="eastAsia"/>
        </w:rPr>
        <w:t>Oh, no, I</w:t>
      </w:r>
      <w:r w:rsidRPr="00D0224B">
        <w:rPr>
          <w:rFonts w:eastAsia="メイリオ" w:hint="eastAsia"/>
        </w:rPr>
        <w:t>’</w:t>
      </w:r>
      <w:r w:rsidRPr="00D0224B">
        <w:rPr>
          <w:rFonts w:eastAsia="メイリオ" w:hint="eastAsia"/>
        </w:rPr>
        <w:t>m quite well although I had a bad headache yesterday,</w:t>
      </w:r>
      <w:r w:rsidRPr="00D0224B">
        <w:rPr>
          <w:rFonts w:eastAsia="メイリオ" w:hint="eastAsia"/>
        </w:rPr>
        <w:t>”</w:t>
      </w:r>
      <w:r w:rsidRPr="00D0224B">
        <w:rPr>
          <w:rFonts w:eastAsia="メイリオ" w:hint="eastAsia"/>
        </w:rPr>
        <w:t xml:space="preserve"> she said. </w:t>
      </w:r>
      <w:r w:rsidRPr="00D0224B">
        <w:rPr>
          <w:rFonts w:eastAsia="メイリオ" w:hint="eastAsia"/>
        </w:rPr>
        <w:t>“</w:t>
      </w:r>
      <w:r w:rsidRPr="00D0224B">
        <w:rPr>
          <w:rFonts w:eastAsia="メイリオ" w:hint="eastAsia"/>
        </w:rPr>
        <w:t>Matthew went to Bright River. We</w:t>
      </w:r>
      <w:r w:rsidRPr="00D0224B">
        <w:rPr>
          <w:rFonts w:eastAsia="メイリオ" w:hint="eastAsia"/>
        </w:rPr>
        <w:t>’</w:t>
      </w:r>
      <w:r w:rsidRPr="00D0224B">
        <w:rPr>
          <w:rFonts w:eastAsia="メイリオ" w:hint="eastAsia"/>
        </w:rPr>
        <w:t>re getting a little boy from an orphan asylum in Nova Scotia and he</w:t>
      </w:r>
      <w:r w:rsidRPr="00D0224B">
        <w:rPr>
          <w:rFonts w:eastAsia="メイリオ" w:hint="eastAsia"/>
        </w:rPr>
        <w:t>’</w:t>
      </w:r>
      <w:r w:rsidRPr="00D0224B">
        <w:rPr>
          <w:rFonts w:eastAsia="メイリオ" w:hint="eastAsia"/>
        </w:rPr>
        <w:t>s coming on the train tonight.</w:t>
      </w:r>
      <w:r w:rsidRPr="00D0224B">
        <w:rPr>
          <w:rFonts w:eastAsia="メイリオ" w:hint="eastAsia"/>
        </w:rPr>
        <w:t>”</w:t>
      </w:r>
    </w:p>
    <w:p w14:paraId="2DD87DE9" w14:textId="77777777" w:rsidR="00D0224B" w:rsidRPr="00D0224B" w:rsidRDefault="00D0224B" w:rsidP="00B840F5">
      <w:pPr>
        <w:rPr>
          <w:rFonts w:eastAsia="メイリオ"/>
        </w:rPr>
      </w:pPr>
      <w:r w:rsidRPr="00D0224B">
        <w:rPr>
          <w:rFonts w:eastAsia="メイリオ" w:hint="eastAsia"/>
        </w:rPr>
        <w:t xml:space="preserve">If Marilla had said that Matthew had gone to Bright River to meet a kangaroo from Australia Mrs. Rachel could not have been more astonished. She was </w:t>
      </w:r>
      <w:proofErr w:type="gramStart"/>
      <w:r w:rsidRPr="00D0224B">
        <w:rPr>
          <w:rFonts w:eastAsia="メイリオ" w:hint="eastAsia"/>
        </w:rPr>
        <w:t>actually stricken</w:t>
      </w:r>
      <w:proofErr w:type="gramEnd"/>
      <w:r w:rsidRPr="00D0224B">
        <w:rPr>
          <w:rFonts w:eastAsia="メイリオ" w:hint="eastAsia"/>
        </w:rPr>
        <w:t xml:space="preserve"> dumb for five seconds. It was </w:t>
      </w:r>
      <w:proofErr w:type="spellStart"/>
      <w:r w:rsidRPr="00D0224B">
        <w:rPr>
          <w:rFonts w:eastAsia="メイリオ" w:hint="eastAsia"/>
        </w:rPr>
        <w:t>unsupposable</w:t>
      </w:r>
      <w:proofErr w:type="spellEnd"/>
      <w:r w:rsidRPr="00D0224B">
        <w:rPr>
          <w:rFonts w:eastAsia="メイリオ" w:hint="eastAsia"/>
        </w:rPr>
        <w:t xml:space="preserve"> that Marilla was making fun of her, but Mrs. Rachel was almost forced to suppose it.</w:t>
      </w:r>
    </w:p>
    <w:p w14:paraId="65632756" w14:textId="77777777" w:rsidR="00D0224B" w:rsidRPr="00D0224B" w:rsidRDefault="00D0224B" w:rsidP="00B840F5">
      <w:pPr>
        <w:rPr>
          <w:rFonts w:eastAsia="メイリオ"/>
        </w:rPr>
      </w:pPr>
      <w:r w:rsidRPr="00D0224B">
        <w:rPr>
          <w:rFonts w:eastAsia="メイリオ" w:hint="eastAsia"/>
        </w:rPr>
        <w:t>“</w:t>
      </w:r>
      <w:r w:rsidRPr="00D0224B">
        <w:rPr>
          <w:rFonts w:eastAsia="メイリオ" w:hint="eastAsia"/>
        </w:rPr>
        <w:t>Are you in earnest, Marilla?</w:t>
      </w:r>
      <w:r w:rsidRPr="00D0224B">
        <w:rPr>
          <w:rFonts w:eastAsia="メイリオ" w:hint="eastAsia"/>
        </w:rPr>
        <w:t>”</w:t>
      </w:r>
      <w:r w:rsidRPr="00D0224B">
        <w:rPr>
          <w:rFonts w:eastAsia="メイリオ" w:hint="eastAsia"/>
        </w:rPr>
        <w:t xml:space="preserve"> she demanded when voice returned to her.</w:t>
      </w:r>
    </w:p>
    <w:p w14:paraId="27E90A53" w14:textId="77777777" w:rsidR="00D0224B" w:rsidRPr="00D0224B" w:rsidRDefault="00D0224B" w:rsidP="00B840F5">
      <w:pPr>
        <w:rPr>
          <w:rFonts w:eastAsia="メイリオ"/>
        </w:rPr>
      </w:pPr>
      <w:r w:rsidRPr="00D0224B">
        <w:rPr>
          <w:rFonts w:eastAsia="メイリオ" w:hint="eastAsia"/>
        </w:rPr>
        <w:t>“</w:t>
      </w:r>
      <w:r w:rsidRPr="00D0224B">
        <w:rPr>
          <w:rFonts w:eastAsia="メイリオ" w:hint="eastAsia"/>
        </w:rPr>
        <w:t>Yes, of course,</w:t>
      </w:r>
      <w:r w:rsidRPr="00D0224B">
        <w:rPr>
          <w:rFonts w:eastAsia="メイリオ" w:hint="eastAsia"/>
        </w:rPr>
        <w:t>”</w:t>
      </w:r>
      <w:r w:rsidRPr="00D0224B">
        <w:rPr>
          <w:rFonts w:eastAsia="メイリオ" w:hint="eastAsia"/>
        </w:rPr>
        <w:t xml:space="preserve"> said Marilla, as if getting boys from orphan asylums in Nova Scotia were part of the usual spring work on any well-regulated Avonlea farm instead of being an unheard of innovation.</w:t>
      </w:r>
    </w:p>
    <w:p w14:paraId="323DE433" w14:textId="77777777" w:rsidR="00D0224B" w:rsidRPr="00D0224B" w:rsidRDefault="00D0224B" w:rsidP="00B840F5">
      <w:pPr>
        <w:rPr>
          <w:rFonts w:eastAsia="メイリオ"/>
        </w:rPr>
      </w:pPr>
      <w:r w:rsidRPr="00D0224B">
        <w:rPr>
          <w:rFonts w:eastAsia="メイリオ" w:hint="eastAsia"/>
        </w:rPr>
        <w:t>Mrs. Rachel felt that she had received a severe mental jolt. She thought in exclamation points. A boy! Marilla and Matthew Cuthbert of all people adopting a boy! From an orphan asylum! Well, the world was certainly turning upside down! She would be surprised at nothing after this! Nothing!</w:t>
      </w:r>
    </w:p>
    <w:p w14:paraId="0B684E66" w14:textId="77777777" w:rsidR="00D0224B" w:rsidRPr="00D0224B" w:rsidRDefault="00D0224B" w:rsidP="00B840F5">
      <w:pPr>
        <w:rPr>
          <w:rFonts w:eastAsia="メイリオ"/>
        </w:rPr>
      </w:pPr>
      <w:r w:rsidRPr="00D0224B">
        <w:rPr>
          <w:rFonts w:eastAsia="メイリオ" w:hint="eastAsia"/>
        </w:rPr>
        <w:t>“</w:t>
      </w:r>
      <w:r w:rsidRPr="00D0224B">
        <w:rPr>
          <w:rFonts w:eastAsia="メイリオ" w:hint="eastAsia"/>
        </w:rPr>
        <w:t>What on earth put such a notion into your head?</w:t>
      </w:r>
      <w:r w:rsidRPr="00D0224B">
        <w:rPr>
          <w:rFonts w:eastAsia="メイリオ" w:hint="eastAsia"/>
        </w:rPr>
        <w:t>”</w:t>
      </w:r>
      <w:r w:rsidRPr="00D0224B">
        <w:rPr>
          <w:rFonts w:eastAsia="メイリオ" w:hint="eastAsia"/>
        </w:rPr>
        <w:t xml:space="preserve"> she demanded disapprovingly.</w:t>
      </w:r>
    </w:p>
    <w:p w14:paraId="3B9458AD" w14:textId="77777777" w:rsidR="00D0224B" w:rsidRPr="00D0224B" w:rsidRDefault="00D0224B" w:rsidP="00B840F5">
      <w:pPr>
        <w:rPr>
          <w:rFonts w:eastAsia="メイリオ"/>
        </w:rPr>
      </w:pPr>
      <w:r w:rsidRPr="00D0224B">
        <w:rPr>
          <w:rFonts w:eastAsia="メイリオ" w:hint="eastAsia"/>
        </w:rPr>
        <w:t xml:space="preserve">This had been done without her advice being </w:t>
      </w:r>
      <w:proofErr w:type="gramStart"/>
      <w:r w:rsidRPr="00D0224B">
        <w:rPr>
          <w:rFonts w:eastAsia="メイリオ" w:hint="eastAsia"/>
        </w:rPr>
        <w:t>asked, and</w:t>
      </w:r>
      <w:proofErr w:type="gramEnd"/>
      <w:r w:rsidRPr="00D0224B">
        <w:rPr>
          <w:rFonts w:eastAsia="メイリオ" w:hint="eastAsia"/>
        </w:rPr>
        <w:t xml:space="preserve"> must perforce be disapproved.</w:t>
      </w:r>
    </w:p>
    <w:p w14:paraId="451AB279" w14:textId="77777777" w:rsidR="00D0224B" w:rsidRPr="00D0224B" w:rsidRDefault="00D0224B" w:rsidP="00B840F5">
      <w:pPr>
        <w:rPr>
          <w:rFonts w:eastAsia="メイリオ"/>
        </w:rPr>
      </w:pPr>
      <w:r w:rsidRPr="00D0224B">
        <w:rPr>
          <w:rFonts w:eastAsia="メイリオ" w:hint="eastAsia"/>
        </w:rPr>
        <w:t>“</w:t>
      </w:r>
      <w:r w:rsidRPr="00D0224B">
        <w:rPr>
          <w:rFonts w:eastAsia="メイリオ" w:hint="eastAsia"/>
        </w:rPr>
        <w:t>Well, we</w:t>
      </w:r>
      <w:r w:rsidRPr="00D0224B">
        <w:rPr>
          <w:rFonts w:eastAsia="メイリオ" w:hint="eastAsia"/>
        </w:rPr>
        <w:t>’</w:t>
      </w:r>
      <w:proofErr w:type="spellStart"/>
      <w:r w:rsidRPr="00D0224B">
        <w:rPr>
          <w:rFonts w:eastAsia="メイリオ" w:hint="eastAsia"/>
        </w:rPr>
        <w:t>ve</w:t>
      </w:r>
      <w:proofErr w:type="spellEnd"/>
      <w:r w:rsidRPr="00D0224B">
        <w:rPr>
          <w:rFonts w:eastAsia="メイリオ" w:hint="eastAsia"/>
        </w:rPr>
        <w:t xml:space="preserve"> been thinking about it for some time</w:t>
      </w:r>
      <w:r w:rsidRPr="00D0224B">
        <w:rPr>
          <w:rFonts w:eastAsia="メイリオ" w:hint="eastAsia"/>
        </w:rPr>
        <w:t>—</w:t>
      </w:r>
      <w:r w:rsidRPr="00D0224B">
        <w:rPr>
          <w:rFonts w:eastAsia="メイリオ" w:hint="eastAsia"/>
        </w:rPr>
        <w:t>all winter in fact,</w:t>
      </w:r>
      <w:r w:rsidRPr="00D0224B">
        <w:rPr>
          <w:rFonts w:eastAsia="メイリオ" w:hint="eastAsia"/>
        </w:rPr>
        <w:t>”</w:t>
      </w:r>
      <w:r w:rsidRPr="00D0224B">
        <w:rPr>
          <w:rFonts w:eastAsia="メイリオ" w:hint="eastAsia"/>
        </w:rPr>
        <w:t xml:space="preserve"> returned Marilla. </w:t>
      </w:r>
      <w:r w:rsidRPr="00D0224B">
        <w:rPr>
          <w:rFonts w:eastAsia="メイリオ" w:hint="eastAsia"/>
        </w:rPr>
        <w:t>“</w:t>
      </w:r>
      <w:r w:rsidRPr="00D0224B">
        <w:rPr>
          <w:rFonts w:eastAsia="メイリオ" w:hint="eastAsia"/>
        </w:rPr>
        <w:t xml:space="preserve">Mrs. Alexander Spencer was up here one day before </w:t>
      </w:r>
      <w:proofErr w:type="gramStart"/>
      <w:r w:rsidRPr="00D0224B">
        <w:rPr>
          <w:rFonts w:eastAsia="メイリオ" w:hint="eastAsia"/>
        </w:rPr>
        <w:t>Christmas</w:t>
      </w:r>
      <w:proofErr w:type="gramEnd"/>
      <w:r w:rsidRPr="00D0224B">
        <w:rPr>
          <w:rFonts w:eastAsia="メイリオ" w:hint="eastAsia"/>
        </w:rPr>
        <w:t xml:space="preserve"> and she said she was going to get a little girl from the asylum over in Hopeton in the spring. Her cousin lives </w:t>
      </w:r>
      <w:proofErr w:type="gramStart"/>
      <w:r w:rsidRPr="00D0224B">
        <w:rPr>
          <w:rFonts w:eastAsia="メイリオ" w:hint="eastAsia"/>
        </w:rPr>
        <w:t>there</w:t>
      </w:r>
      <w:proofErr w:type="gramEnd"/>
      <w:r w:rsidRPr="00D0224B">
        <w:rPr>
          <w:rFonts w:eastAsia="メイリオ" w:hint="eastAsia"/>
        </w:rPr>
        <w:t xml:space="preserve"> and Mrs. Spencer has visited here and knows all about it. </w:t>
      </w:r>
      <w:proofErr w:type="gramStart"/>
      <w:r w:rsidRPr="00D0224B">
        <w:rPr>
          <w:rFonts w:eastAsia="メイリオ" w:hint="eastAsia"/>
        </w:rPr>
        <w:t>So</w:t>
      </w:r>
      <w:proofErr w:type="gramEnd"/>
      <w:r w:rsidRPr="00D0224B">
        <w:rPr>
          <w:rFonts w:eastAsia="メイリオ" w:hint="eastAsia"/>
        </w:rPr>
        <w:t xml:space="preserve"> Matthew and I have talked it over off and on ever since. We thought we</w:t>
      </w:r>
      <w:r w:rsidRPr="00D0224B">
        <w:rPr>
          <w:rFonts w:eastAsia="メイリオ" w:hint="eastAsia"/>
        </w:rPr>
        <w:t>’</w:t>
      </w:r>
      <w:r w:rsidRPr="00D0224B">
        <w:rPr>
          <w:rFonts w:eastAsia="メイリオ" w:hint="eastAsia"/>
        </w:rPr>
        <w:t>d get a boy. Matthew is getting up in years, you know</w:t>
      </w:r>
      <w:r w:rsidRPr="00D0224B">
        <w:rPr>
          <w:rFonts w:eastAsia="メイリオ" w:hint="eastAsia"/>
        </w:rPr>
        <w:t>—</w:t>
      </w:r>
      <w:r w:rsidRPr="00D0224B">
        <w:rPr>
          <w:rFonts w:eastAsia="メイリオ" w:hint="eastAsia"/>
        </w:rPr>
        <w:t>he</w:t>
      </w:r>
      <w:r w:rsidRPr="00D0224B">
        <w:rPr>
          <w:rFonts w:eastAsia="メイリオ" w:hint="eastAsia"/>
        </w:rPr>
        <w:t>’</w:t>
      </w:r>
      <w:r w:rsidRPr="00D0224B">
        <w:rPr>
          <w:rFonts w:eastAsia="メイリオ" w:hint="eastAsia"/>
        </w:rPr>
        <w:t>s sixty</w:t>
      </w:r>
      <w:r w:rsidRPr="00D0224B">
        <w:rPr>
          <w:rFonts w:eastAsia="メイリオ" w:hint="eastAsia"/>
        </w:rPr>
        <w:t>—</w:t>
      </w:r>
      <w:r w:rsidRPr="00D0224B">
        <w:rPr>
          <w:rFonts w:eastAsia="メイリオ" w:hint="eastAsia"/>
        </w:rPr>
        <w:t xml:space="preserve">and he </w:t>
      </w:r>
      <w:proofErr w:type="spellStart"/>
      <w:r w:rsidRPr="00D0224B">
        <w:rPr>
          <w:rFonts w:eastAsia="メイリオ" w:hint="eastAsia"/>
        </w:rPr>
        <w:t>isn</w:t>
      </w:r>
      <w:proofErr w:type="spellEnd"/>
      <w:r w:rsidRPr="00D0224B">
        <w:rPr>
          <w:rFonts w:eastAsia="メイリオ" w:hint="eastAsia"/>
        </w:rPr>
        <w:t>’</w:t>
      </w:r>
      <w:r w:rsidRPr="00D0224B">
        <w:rPr>
          <w:rFonts w:eastAsia="メイリオ" w:hint="eastAsia"/>
        </w:rPr>
        <w:t>t so spry as he once was. His heart troubles him a good deal. And you know how desperate hard it</w:t>
      </w:r>
      <w:r w:rsidRPr="00D0224B">
        <w:rPr>
          <w:rFonts w:eastAsia="メイリオ" w:hint="eastAsia"/>
        </w:rPr>
        <w:t>’</w:t>
      </w:r>
      <w:r w:rsidRPr="00D0224B">
        <w:rPr>
          <w:rFonts w:eastAsia="メイリオ" w:hint="eastAsia"/>
        </w:rPr>
        <w:t>s got to be to get hired help. There</w:t>
      </w:r>
      <w:r w:rsidRPr="00D0224B">
        <w:rPr>
          <w:rFonts w:eastAsia="メイリオ" w:hint="eastAsia"/>
        </w:rPr>
        <w:t>’</w:t>
      </w:r>
      <w:r w:rsidRPr="00D0224B">
        <w:rPr>
          <w:rFonts w:eastAsia="メイリオ" w:hint="eastAsia"/>
        </w:rPr>
        <w:t>s never anybody to be had but those stupid, half-grown little French boys; and as soon as you do get one broke into your ways and taught something he</w:t>
      </w:r>
      <w:r w:rsidRPr="00D0224B">
        <w:rPr>
          <w:rFonts w:eastAsia="メイリオ" w:hint="eastAsia"/>
        </w:rPr>
        <w:t>’</w:t>
      </w:r>
      <w:r w:rsidRPr="00D0224B">
        <w:rPr>
          <w:rFonts w:eastAsia="メイリオ" w:hint="eastAsia"/>
        </w:rPr>
        <w:t xml:space="preserve">s up and off to the lobster canneries or the </w:t>
      </w:r>
      <w:r w:rsidRPr="00D0224B">
        <w:rPr>
          <w:rFonts w:eastAsia="メイリオ" w:hint="eastAsia"/>
        </w:rPr>
        <w:lastRenderedPageBreak/>
        <w:t xml:space="preserve">States. At first Matthew suggested getting a </w:t>
      </w:r>
      <w:proofErr w:type="gramStart"/>
      <w:r w:rsidRPr="00D0224B">
        <w:rPr>
          <w:rFonts w:eastAsia="メイリオ" w:hint="eastAsia"/>
        </w:rPr>
        <w:t>Home</w:t>
      </w:r>
      <w:proofErr w:type="gramEnd"/>
      <w:r w:rsidRPr="00D0224B">
        <w:rPr>
          <w:rFonts w:eastAsia="メイリオ" w:hint="eastAsia"/>
        </w:rPr>
        <w:t xml:space="preserve"> boy. But I said </w:t>
      </w:r>
      <w:r w:rsidRPr="00D0224B">
        <w:rPr>
          <w:rFonts w:eastAsia="メイリオ" w:hint="eastAsia"/>
        </w:rPr>
        <w:t>‘</w:t>
      </w:r>
      <w:r w:rsidRPr="00D0224B">
        <w:rPr>
          <w:rFonts w:eastAsia="メイリオ" w:hint="eastAsia"/>
        </w:rPr>
        <w:t>no</w:t>
      </w:r>
      <w:r w:rsidRPr="00D0224B">
        <w:rPr>
          <w:rFonts w:eastAsia="メイリオ" w:hint="eastAsia"/>
        </w:rPr>
        <w:t>’</w:t>
      </w:r>
      <w:r w:rsidRPr="00D0224B">
        <w:rPr>
          <w:rFonts w:eastAsia="メイリオ" w:hint="eastAsia"/>
        </w:rPr>
        <w:t xml:space="preserve"> flat to that. </w:t>
      </w:r>
      <w:r w:rsidRPr="00D0224B">
        <w:rPr>
          <w:rFonts w:eastAsia="メイリオ" w:hint="eastAsia"/>
        </w:rPr>
        <w:t>‘</w:t>
      </w:r>
      <w:r w:rsidRPr="00D0224B">
        <w:rPr>
          <w:rFonts w:eastAsia="メイリオ" w:hint="eastAsia"/>
        </w:rPr>
        <w:t>They may be all right</w:t>
      </w:r>
      <w:r w:rsidRPr="00D0224B">
        <w:rPr>
          <w:rFonts w:eastAsia="メイリオ" w:hint="eastAsia"/>
        </w:rPr>
        <w:t>—</w:t>
      </w:r>
      <w:r w:rsidRPr="00D0224B">
        <w:rPr>
          <w:rFonts w:eastAsia="メイリオ" w:hint="eastAsia"/>
        </w:rPr>
        <w:t>I</w:t>
      </w:r>
      <w:r w:rsidRPr="00D0224B">
        <w:rPr>
          <w:rFonts w:eastAsia="メイリオ" w:hint="eastAsia"/>
        </w:rPr>
        <w:t>’</w:t>
      </w:r>
      <w:r w:rsidRPr="00D0224B">
        <w:rPr>
          <w:rFonts w:eastAsia="メイリオ" w:hint="eastAsia"/>
        </w:rPr>
        <w:t>m not saying they</w:t>
      </w:r>
      <w:r w:rsidRPr="00D0224B">
        <w:rPr>
          <w:rFonts w:eastAsia="メイリオ" w:hint="eastAsia"/>
        </w:rPr>
        <w:t>’</w:t>
      </w:r>
      <w:r w:rsidRPr="00D0224B">
        <w:rPr>
          <w:rFonts w:eastAsia="メイリオ" w:hint="eastAsia"/>
        </w:rPr>
        <w:t>re not</w:t>
      </w:r>
      <w:r w:rsidRPr="00D0224B">
        <w:rPr>
          <w:rFonts w:eastAsia="メイリオ" w:hint="eastAsia"/>
        </w:rPr>
        <w:t>—</w:t>
      </w:r>
      <w:r w:rsidRPr="00D0224B">
        <w:rPr>
          <w:rFonts w:eastAsia="メイリオ" w:hint="eastAsia"/>
        </w:rPr>
        <w:t>but no London street Arabs for me,</w:t>
      </w:r>
      <w:r w:rsidRPr="00D0224B">
        <w:rPr>
          <w:rFonts w:eastAsia="メイリオ" w:hint="eastAsia"/>
        </w:rPr>
        <w:t>’</w:t>
      </w:r>
      <w:r w:rsidRPr="00D0224B">
        <w:rPr>
          <w:rFonts w:eastAsia="メイリオ" w:hint="eastAsia"/>
        </w:rPr>
        <w:t xml:space="preserve"> I said. </w:t>
      </w:r>
      <w:r w:rsidRPr="00D0224B">
        <w:rPr>
          <w:rFonts w:eastAsia="メイリオ" w:hint="eastAsia"/>
        </w:rPr>
        <w:t>‘</w:t>
      </w:r>
      <w:r w:rsidRPr="00D0224B">
        <w:rPr>
          <w:rFonts w:eastAsia="メイリオ" w:hint="eastAsia"/>
        </w:rPr>
        <w:t>Give me a native born at least. There</w:t>
      </w:r>
      <w:r w:rsidRPr="00D0224B">
        <w:rPr>
          <w:rFonts w:eastAsia="メイリオ" w:hint="eastAsia"/>
        </w:rPr>
        <w:t>’</w:t>
      </w:r>
      <w:proofErr w:type="spellStart"/>
      <w:r w:rsidRPr="00D0224B">
        <w:rPr>
          <w:rFonts w:eastAsia="メイリオ" w:hint="eastAsia"/>
        </w:rPr>
        <w:t>ll</w:t>
      </w:r>
      <w:proofErr w:type="spellEnd"/>
      <w:r w:rsidRPr="00D0224B">
        <w:rPr>
          <w:rFonts w:eastAsia="メイリオ" w:hint="eastAsia"/>
        </w:rPr>
        <w:t xml:space="preserve"> be a risk, no matter who we get. But I</w:t>
      </w:r>
      <w:r w:rsidRPr="00D0224B">
        <w:rPr>
          <w:rFonts w:eastAsia="メイリオ" w:hint="eastAsia"/>
        </w:rPr>
        <w:t>’</w:t>
      </w:r>
      <w:proofErr w:type="spellStart"/>
      <w:r w:rsidRPr="00D0224B">
        <w:rPr>
          <w:rFonts w:eastAsia="メイリオ" w:hint="eastAsia"/>
        </w:rPr>
        <w:t>ll</w:t>
      </w:r>
      <w:proofErr w:type="spellEnd"/>
      <w:r w:rsidRPr="00D0224B">
        <w:rPr>
          <w:rFonts w:eastAsia="メイリオ" w:hint="eastAsia"/>
        </w:rPr>
        <w:t xml:space="preserve"> feel easier in my mind and sleep sounder at nights if we get a born Canadian.</w:t>
      </w:r>
      <w:r w:rsidRPr="00D0224B">
        <w:rPr>
          <w:rFonts w:eastAsia="メイリオ" w:hint="eastAsia"/>
        </w:rPr>
        <w:t>’</w:t>
      </w:r>
      <w:r w:rsidRPr="00D0224B">
        <w:rPr>
          <w:rFonts w:eastAsia="メイリオ" w:hint="eastAsia"/>
        </w:rPr>
        <w:t xml:space="preserve"> So in the end we decided to ask Mrs. Spencer to pick us out one when she went over to get her little girl. We heard last week she was going, so we sent her word by Richard Spencer</w:t>
      </w:r>
      <w:r w:rsidRPr="00D0224B">
        <w:rPr>
          <w:rFonts w:eastAsia="メイリオ" w:hint="eastAsia"/>
        </w:rPr>
        <w:t>’</w:t>
      </w:r>
      <w:r w:rsidRPr="00D0224B">
        <w:rPr>
          <w:rFonts w:eastAsia="メイリオ" w:hint="eastAsia"/>
        </w:rPr>
        <w:t>s folks at Carmody to bring us a smart, likely boy of about ten or eleven. We decided that would be the best age</w:t>
      </w:r>
      <w:r w:rsidRPr="00D0224B">
        <w:rPr>
          <w:rFonts w:eastAsia="メイリオ" w:hint="eastAsia"/>
        </w:rPr>
        <w:t>—</w:t>
      </w:r>
      <w:r w:rsidRPr="00D0224B">
        <w:rPr>
          <w:rFonts w:eastAsia="メイリオ" w:hint="eastAsia"/>
        </w:rPr>
        <w:t>old enough to be of some use in doing chores right off and young enough to be trained up proper. We mean to give him a good home and schooling. We had a telegram from Mrs. Alexander Spencer today</w:t>
      </w:r>
      <w:r w:rsidRPr="00D0224B">
        <w:rPr>
          <w:rFonts w:eastAsia="メイリオ" w:hint="eastAsia"/>
        </w:rPr>
        <w:t>—</w:t>
      </w:r>
      <w:r w:rsidRPr="00D0224B">
        <w:rPr>
          <w:rFonts w:eastAsia="メイリオ" w:hint="eastAsia"/>
        </w:rPr>
        <w:t xml:space="preserve">the </w:t>
      </w:r>
      <w:proofErr w:type="gramStart"/>
      <w:r w:rsidRPr="00D0224B">
        <w:rPr>
          <w:rFonts w:eastAsia="メイリオ" w:hint="eastAsia"/>
        </w:rPr>
        <w:t>mail-man</w:t>
      </w:r>
      <w:proofErr w:type="gramEnd"/>
      <w:r w:rsidRPr="00D0224B">
        <w:rPr>
          <w:rFonts w:eastAsia="メイリオ" w:hint="eastAsia"/>
        </w:rPr>
        <w:t xml:space="preserve"> brought it from the station</w:t>
      </w:r>
      <w:r w:rsidRPr="00D0224B">
        <w:rPr>
          <w:rFonts w:eastAsia="メイリオ" w:hint="eastAsia"/>
        </w:rPr>
        <w:t>—</w:t>
      </w:r>
      <w:r w:rsidRPr="00D0224B">
        <w:rPr>
          <w:rFonts w:eastAsia="メイリオ" w:hint="eastAsia"/>
        </w:rPr>
        <w:t xml:space="preserve">saying they were coming on the five-thirty train tonight. </w:t>
      </w:r>
      <w:proofErr w:type="gramStart"/>
      <w:r w:rsidRPr="00D0224B">
        <w:rPr>
          <w:rFonts w:eastAsia="メイリオ" w:hint="eastAsia"/>
        </w:rPr>
        <w:t>So</w:t>
      </w:r>
      <w:proofErr w:type="gramEnd"/>
      <w:r w:rsidRPr="00D0224B">
        <w:rPr>
          <w:rFonts w:eastAsia="メイリオ" w:hint="eastAsia"/>
        </w:rPr>
        <w:t xml:space="preserve"> Matthew went to Bright River to meet him. Mrs. Spencer will drop him off there. Of course she goes on to White Sands station herself.</w:t>
      </w:r>
      <w:r w:rsidRPr="00D0224B">
        <w:rPr>
          <w:rFonts w:eastAsia="メイリオ" w:hint="eastAsia"/>
        </w:rPr>
        <w:t>”</w:t>
      </w:r>
    </w:p>
    <w:p w14:paraId="2C3DACB1" w14:textId="77777777" w:rsidR="00D0224B" w:rsidRPr="00D0224B" w:rsidRDefault="00D0224B" w:rsidP="00B840F5">
      <w:pPr>
        <w:rPr>
          <w:rFonts w:eastAsia="メイリオ"/>
        </w:rPr>
      </w:pPr>
      <w:r w:rsidRPr="00D0224B">
        <w:rPr>
          <w:rFonts w:eastAsia="メイリオ" w:hint="eastAsia"/>
        </w:rPr>
        <w:t>Mrs. Rachel prided herself on always speaking her mind; she proceeded to speak it now, having adjusted her mental attitude to this amazing piece of news.</w:t>
      </w:r>
    </w:p>
    <w:p w14:paraId="5516C8E2" w14:textId="77777777" w:rsidR="00D0224B" w:rsidRPr="00D0224B" w:rsidRDefault="00D0224B" w:rsidP="00B840F5">
      <w:pPr>
        <w:rPr>
          <w:rFonts w:eastAsia="メイリオ"/>
        </w:rPr>
      </w:pPr>
      <w:r w:rsidRPr="00D0224B">
        <w:rPr>
          <w:rFonts w:eastAsia="メイリオ" w:hint="eastAsia"/>
        </w:rPr>
        <w:t>“</w:t>
      </w:r>
      <w:r w:rsidRPr="00D0224B">
        <w:rPr>
          <w:rFonts w:eastAsia="メイリオ" w:hint="eastAsia"/>
        </w:rPr>
        <w:t>Well, Marilla, I</w:t>
      </w:r>
      <w:r w:rsidRPr="00D0224B">
        <w:rPr>
          <w:rFonts w:eastAsia="メイリオ" w:hint="eastAsia"/>
        </w:rPr>
        <w:t>’</w:t>
      </w:r>
      <w:proofErr w:type="spellStart"/>
      <w:r w:rsidRPr="00D0224B">
        <w:rPr>
          <w:rFonts w:eastAsia="メイリオ" w:hint="eastAsia"/>
        </w:rPr>
        <w:t>ll</w:t>
      </w:r>
      <w:proofErr w:type="spellEnd"/>
      <w:r w:rsidRPr="00D0224B">
        <w:rPr>
          <w:rFonts w:eastAsia="メイリオ" w:hint="eastAsia"/>
        </w:rPr>
        <w:t xml:space="preserve"> just tell you plain that I think you</w:t>
      </w:r>
      <w:r w:rsidRPr="00D0224B">
        <w:rPr>
          <w:rFonts w:eastAsia="メイリオ" w:hint="eastAsia"/>
        </w:rPr>
        <w:t>’</w:t>
      </w:r>
      <w:r w:rsidRPr="00D0224B">
        <w:rPr>
          <w:rFonts w:eastAsia="メイリオ" w:hint="eastAsia"/>
        </w:rPr>
        <w:t>re doing a mighty foolish thing</w:t>
      </w:r>
      <w:r w:rsidRPr="00D0224B">
        <w:rPr>
          <w:rFonts w:eastAsia="メイリオ" w:hint="eastAsia"/>
        </w:rPr>
        <w:t>—</w:t>
      </w:r>
      <w:r w:rsidRPr="00D0224B">
        <w:rPr>
          <w:rFonts w:eastAsia="メイリオ" w:hint="eastAsia"/>
        </w:rPr>
        <w:t>a risky thing, that</w:t>
      </w:r>
      <w:r w:rsidRPr="00D0224B">
        <w:rPr>
          <w:rFonts w:eastAsia="メイリオ" w:hint="eastAsia"/>
        </w:rPr>
        <w:t>’</w:t>
      </w:r>
      <w:r w:rsidRPr="00D0224B">
        <w:rPr>
          <w:rFonts w:eastAsia="メイリオ" w:hint="eastAsia"/>
        </w:rPr>
        <w:t>s what. You don</w:t>
      </w:r>
      <w:r w:rsidRPr="00D0224B">
        <w:rPr>
          <w:rFonts w:eastAsia="メイリオ" w:hint="eastAsia"/>
        </w:rPr>
        <w:t>’</w:t>
      </w:r>
      <w:r w:rsidRPr="00D0224B">
        <w:rPr>
          <w:rFonts w:eastAsia="メイリオ" w:hint="eastAsia"/>
        </w:rPr>
        <w:t>t know what you</w:t>
      </w:r>
      <w:r w:rsidRPr="00D0224B">
        <w:rPr>
          <w:rFonts w:eastAsia="メイリオ" w:hint="eastAsia"/>
        </w:rPr>
        <w:t>’</w:t>
      </w:r>
      <w:r w:rsidRPr="00D0224B">
        <w:rPr>
          <w:rFonts w:eastAsia="メイリオ" w:hint="eastAsia"/>
        </w:rPr>
        <w:t>re getting. You</w:t>
      </w:r>
      <w:r w:rsidRPr="00D0224B">
        <w:rPr>
          <w:rFonts w:eastAsia="メイリオ" w:hint="eastAsia"/>
        </w:rPr>
        <w:t>’</w:t>
      </w:r>
      <w:r w:rsidRPr="00D0224B">
        <w:rPr>
          <w:rFonts w:eastAsia="メイリオ" w:hint="eastAsia"/>
        </w:rPr>
        <w:t>re bringing a strange child into your house and home and you don</w:t>
      </w:r>
      <w:r w:rsidRPr="00D0224B">
        <w:rPr>
          <w:rFonts w:eastAsia="メイリオ" w:hint="eastAsia"/>
        </w:rPr>
        <w:t>’</w:t>
      </w:r>
      <w:r w:rsidRPr="00D0224B">
        <w:rPr>
          <w:rFonts w:eastAsia="メイリオ" w:hint="eastAsia"/>
        </w:rPr>
        <w:t>t know a single thing about him nor what his disposition is like nor what sort of parents he had nor how he</w:t>
      </w:r>
      <w:r w:rsidRPr="00D0224B">
        <w:rPr>
          <w:rFonts w:eastAsia="メイリオ" w:hint="eastAsia"/>
        </w:rPr>
        <w:t>’</w:t>
      </w:r>
      <w:r w:rsidRPr="00D0224B">
        <w:rPr>
          <w:rFonts w:eastAsia="メイリオ" w:hint="eastAsia"/>
        </w:rPr>
        <w:t>s likely to turn out. Why, it was only last week I read in the paper how a man and his wife up west of the Island took a boy out of an orphan asylum and he set fire to the house at night</w:t>
      </w:r>
      <w:r w:rsidRPr="00D0224B">
        <w:rPr>
          <w:rFonts w:eastAsia="メイリオ" w:hint="eastAsia"/>
        </w:rPr>
        <w:t>—</w:t>
      </w:r>
      <w:r w:rsidRPr="00D0224B">
        <w:rPr>
          <w:rFonts w:eastAsia="メイリオ" w:hint="eastAsia"/>
        </w:rPr>
        <w:t>set it </w:t>
      </w:r>
      <w:r w:rsidRPr="00D0224B">
        <w:rPr>
          <w:rFonts w:eastAsia="メイリオ" w:hint="eastAsia"/>
          <w:i/>
          <w:iCs/>
        </w:rPr>
        <w:t>on purpose</w:t>
      </w:r>
      <w:r w:rsidRPr="00D0224B">
        <w:rPr>
          <w:rFonts w:eastAsia="メイリオ" w:hint="eastAsia"/>
        </w:rPr>
        <w:t>, Marilla</w:t>
      </w:r>
      <w:r w:rsidRPr="00D0224B">
        <w:rPr>
          <w:rFonts w:eastAsia="メイリオ" w:hint="eastAsia"/>
        </w:rPr>
        <w:t>—</w:t>
      </w:r>
      <w:r w:rsidRPr="00D0224B">
        <w:rPr>
          <w:rFonts w:eastAsia="メイリオ" w:hint="eastAsia"/>
        </w:rPr>
        <w:t>and nearly burnt them to a crisp in their beds. And I know another case where an adopted boy used to suck the eggs</w:t>
      </w:r>
      <w:r w:rsidRPr="00D0224B">
        <w:rPr>
          <w:rFonts w:eastAsia="メイリオ" w:hint="eastAsia"/>
        </w:rPr>
        <w:t>—</w:t>
      </w:r>
      <w:r w:rsidRPr="00D0224B">
        <w:rPr>
          <w:rFonts w:eastAsia="メイリオ" w:hint="eastAsia"/>
        </w:rPr>
        <w:t xml:space="preserve">they </w:t>
      </w:r>
      <w:proofErr w:type="spellStart"/>
      <w:r w:rsidRPr="00D0224B">
        <w:rPr>
          <w:rFonts w:eastAsia="メイリオ" w:hint="eastAsia"/>
        </w:rPr>
        <w:t>couldn</w:t>
      </w:r>
      <w:proofErr w:type="spellEnd"/>
      <w:r w:rsidRPr="00D0224B">
        <w:rPr>
          <w:rFonts w:eastAsia="メイリオ" w:hint="eastAsia"/>
        </w:rPr>
        <w:t>’</w:t>
      </w:r>
      <w:r w:rsidRPr="00D0224B">
        <w:rPr>
          <w:rFonts w:eastAsia="メイリオ" w:hint="eastAsia"/>
        </w:rPr>
        <w:t>t break him of it. If you had asked my advice in the matter</w:t>
      </w:r>
      <w:r w:rsidRPr="00D0224B">
        <w:rPr>
          <w:rFonts w:eastAsia="メイリオ" w:hint="eastAsia"/>
        </w:rPr>
        <w:t>—</w:t>
      </w:r>
      <w:r w:rsidRPr="00D0224B">
        <w:rPr>
          <w:rFonts w:eastAsia="メイリオ" w:hint="eastAsia"/>
        </w:rPr>
        <w:t xml:space="preserve">which you </w:t>
      </w:r>
      <w:proofErr w:type="spellStart"/>
      <w:r w:rsidRPr="00D0224B">
        <w:rPr>
          <w:rFonts w:eastAsia="メイリオ" w:hint="eastAsia"/>
        </w:rPr>
        <w:t>didn</w:t>
      </w:r>
      <w:proofErr w:type="spellEnd"/>
      <w:r w:rsidRPr="00D0224B">
        <w:rPr>
          <w:rFonts w:eastAsia="メイリオ" w:hint="eastAsia"/>
        </w:rPr>
        <w:t>’</w:t>
      </w:r>
      <w:r w:rsidRPr="00D0224B">
        <w:rPr>
          <w:rFonts w:eastAsia="メイリオ" w:hint="eastAsia"/>
        </w:rPr>
        <w:t>t do, Marilla</w:t>
      </w:r>
      <w:r w:rsidRPr="00D0224B">
        <w:rPr>
          <w:rFonts w:eastAsia="メイリオ" w:hint="eastAsia"/>
        </w:rPr>
        <w:t>—</w:t>
      </w:r>
      <w:r w:rsidRPr="00D0224B">
        <w:rPr>
          <w:rFonts w:eastAsia="メイリオ" w:hint="eastAsia"/>
        </w:rPr>
        <w:t>I</w:t>
      </w:r>
      <w:r w:rsidRPr="00D0224B">
        <w:rPr>
          <w:rFonts w:eastAsia="メイリオ" w:hint="eastAsia"/>
        </w:rPr>
        <w:t>’</w:t>
      </w:r>
      <w:r w:rsidRPr="00D0224B">
        <w:rPr>
          <w:rFonts w:eastAsia="メイリオ" w:hint="eastAsia"/>
        </w:rPr>
        <w:t>d have said for mercy</w:t>
      </w:r>
      <w:r w:rsidRPr="00D0224B">
        <w:rPr>
          <w:rFonts w:eastAsia="メイリオ" w:hint="eastAsia"/>
        </w:rPr>
        <w:t>’</w:t>
      </w:r>
      <w:r w:rsidRPr="00D0224B">
        <w:rPr>
          <w:rFonts w:eastAsia="メイリオ" w:hint="eastAsia"/>
        </w:rPr>
        <w:t>s sake not to think of such a thing, that</w:t>
      </w:r>
      <w:r w:rsidRPr="00D0224B">
        <w:rPr>
          <w:rFonts w:eastAsia="メイリオ" w:hint="eastAsia"/>
        </w:rPr>
        <w:t>’</w:t>
      </w:r>
      <w:r w:rsidRPr="00D0224B">
        <w:rPr>
          <w:rFonts w:eastAsia="メイリオ" w:hint="eastAsia"/>
        </w:rPr>
        <w:t>s what.</w:t>
      </w:r>
      <w:r w:rsidRPr="00D0224B">
        <w:rPr>
          <w:rFonts w:eastAsia="メイリオ" w:hint="eastAsia"/>
        </w:rPr>
        <w:t>”</w:t>
      </w:r>
    </w:p>
    <w:p w14:paraId="662563FC" w14:textId="77777777" w:rsidR="00D0224B" w:rsidRPr="00D0224B" w:rsidRDefault="00D0224B" w:rsidP="00B840F5">
      <w:pPr>
        <w:rPr>
          <w:rFonts w:eastAsia="メイリオ"/>
        </w:rPr>
      </w:pPr>
      <w:r w:rsidRPr="00D0224B">
        <w:rPr>
          <w:rFonts w:eastAsia="メイリオ" w:hint="eastAsia"/>
        </w:rPr>
        <w:t>This Job</w:t>
      </w:r>
      <w:r w:rsidRPr="00D0224B">
        <w:rPr>
          <w:rFonts w:eastAsia="メイリオ" w:hint="eastAsia"/>
        </w:rPr>
        <w:t>’</w:t>
      </w:r>
      <w:r w:rsidRPr="00D0224B">
        <w:rPr>
          <w:rFonts w:eastAsia="メイリオ" w:hint="eastAsia"/>
        </w:rPr>
        <w:t>s comforting seemed neither to offend nor to alarm Marilla. She knitted steadily on.</w:t>
      </w:r>
    </w:p>
    <w:p w14:paraId="4379AB3D" w14:textId="77777777" w:rsidR="00D0224B" w:rsidRPr="00D0224B" w:rsidRDefault="00D0224B" w:rsidP="00B840F5">
      <w:pPr>
        <w:rPr>
          <w:rFonts w:eastAsia="メイリオ"/>
        </w:rPr>
      </w:pPr>
      <w:r w:rsidRPr="00D0224B">
        <w:rPr>
          <w:rFonts w:eastAsia="メイリオ" w:hint="eastAsia"/>
        </w:rPr>
        <w:lastRenderedPageBreak/>
        <w:t>“</w:t>
      </w:r>
      <w:r w:rsidRPr="00D0224B">
        <w:rPr>
          <w:rFonts w:eastAsia="メイリオ" w:hint="eastAsia"/>
        </w:rPr>
        <w:t>I don</w:t>
      </w:r>
      <w:r w:rsidRPr="00D0224B">
        <w:rPr>
          <w:rFonts w:eastAsia="メイリオ" w:hint="eastAsia"/>
        </w:rPr>
        <w:t>’</w:t>
      </w:r>
      <w:r w:rsidRPr="00D0224B">
        <w:rPr>
          <w:rFonts w:eastAsia="メイリオ" w:hint="eastAsia"/>
        </w:rPr>
        <w:t>t deny there</w:t>
      </w:r>
      <w:r w:rsidRPr="00D0224B">
        <w:rPr>
          <w:rFonts w:eastAsia="メイリオ" w:hint="eastAsia"/>
        </w:rPr>
        <w:t>’</w:t>
      </w:r>
      <w:r w:rsidRPr="00D0224B">
        <w:rPr>
          <w:rFonts w:eastAsia="メイリオ" w:hint="eastAsia"/>
        </w:rPr>
        <w:t>s something in what you say, Rachel. I</w:t>
      </w:r>
      <w:r w:rsidRPr="00D0224B">
        <w:rPr>
          <w:rFonts w:eastAsia="メイリオ" w:hint="eastAsia"/>
        </w:rPr>
        <w:t>’</w:t>
      </w:r>
      <w:proofErr w:type="spellStart"/>
      <w:r w:rsidRPr="00D0224B">
        <w:rPr>
          <w:rFonts w:eastAsia="メイリオ" w:hint="eastAsia"/>
        </w:rPr>
        <w:t>ve</w:t>
      </w:r>
      <w:proofErr w:type="spellEnd"/>
      <w:r w:rsidRPr="00D0224B">
        <w:rPr>
          <w:rFonts w:eastAsia="メイリオ" w:hint="eastAsia"/>
        </w:rPr>
        <w:t xml:space="preserve"> had some qualms myself. But Matthew was terrible set on it. I could see that, so I gave in. It</w:t>
      </w:r>
      <w:r w:rsidRPr="00D0224B">
        <w:rPr>
          <w:rFonts w:eastAsia="メイリオ" w:hint="eastAsia"/>
        </w:rPr>
        <w:t>’</w:t>
      </w:r>
      <w:r w:rsidRPr="00D0224B">
        <w:rPr>
          <w:rFonts w:eastAsia="メイリオ" w:hint="eastAsia"/>
        </w:rPr>
        <w:t>s so seldom Matthew sets his mind on anything that when he does I always feel it</w:t>
      </w:r>
      <w:r w:rsidRPr="00D0224B">
        <w:rPr>
          <w:rFonts w:eastAsia="メイリオ" w:hint="eastAsia"/>
        </w:rPr>
        <w:t>’</w:t>
      </w:r>
      <w:r w:rsidRPr="00D0224B">
        <w:rPr>
          <w:rFonts w:eastAsia="メイリオ" w:hint="eastAsia"/>
        </w:rPr>
        <w:t>s my duty to give in. And as for the risk, there</w:t>
      </w:r>
      <w:r w:rsidRPr="00D0224B">
        <w:rPr>
          <w:rFonts w:eastAsia="メイリオ" w:hint="eastAsia"/>
        </w:rPr>
        <w:t>’</w:t>
      </w:r>
      <w:r w:rsidRPr="00D0224B">
        <w:rPr>
          <w:rFonts w:eastAsia="メイリオ" w:hint="eastAsia"/>
        </w:rPr>
        <w:t>s risks in pretty near everything a body does in this world. There</w:t>
      </w:r>
      <w:r w:rsidRPr="00D0224B">
        <w:rPr>
          <w:rFonts w:eastAsia="メイリオ" w:hint="eastAsia"/>
        </w:rPr>
        <w:t>’</w:t>
      </w:r>
      <w:r w:rsidRPr="00D0224B">
        <w:rPr>
          <w:rFonts w:eastAsia="メイリオ" w:hint="eastAsia"/>
        </w:rPr>
        <w:t>s risks in people</w:t>
      </w:r>
      <w:r w:rsidRPr="00D0224B">
        <w:rPr>
          <w:rFonts w:eastAsia="メイリオ" w:hint="eastAsia"/>
        </w:rPr>
        <w:t>’</w:t>
      </w:r>
      <w:r w:rsidRPr="00D0224B">
        <w:rPr>
          <w:rFonts w:eastAsia="メイリオ" w:hint="eastAsia"/>
        </w:rPr>
        <w:t>s having children of their own if it comes to that</w:t>
      </w:r>
      <w:r w:rsidRPr="00D0224B">
        <w:rPr>
          <w:rFonts w:eastAsia="メイリオ" w:hint="eastAsia"/>
        </w:rPr>
        <w:t>—</w:t>
      </w:r>
      <w:r w:rsidRPr="00D0224B">
        <w:rPr>
          <w:rFonts w:eastAsia="メイリオ" w:hint="eastAsia"/>
        </w:rPr>
        <w:t>they don</w:t>
      </w:r>
      <w:r w:rsidRPr="00D0224B">
        <w:rPr>
          <w:rFonts w:eastAsia="メイリオ" w:hint="eastAsia"/>
        </w:rPr>
        <w:t>’</w:t>
      </w:r>
      <w:r w:rsidRPr="00D0224B">
        <w:rPr>
          <w:rFonts w:eastAsia="メイリオ" w:hint="eastAsia"/>
        </w:rPr>
        <w:t xml:space="preserve">t always turn out well. And then Nova Scotia is right close to the Island. It </w:t>
      </w:r>
      <w:proofErr w:type="spellStart"/>
      <w:r w:rsidRPr="00D0224B">
        <w:rPr>
          <w:rFonts w:eastAsia="メイリオ" w:hint="eastAsia"/>
        </w:rPr>
        <w:t>isn</w:t>
      </w:r>
      <w:proofErr w:type="spellEnd"/>
      <w:r w:rsidRPr="00D0224B">
        <w:rPr>
          <w:rFonts w:eastAsia="メイリオ" w:hint="eastAsia"/>
        </w:rPr>
        <w:t>’</w:t>
      </w:r>
      <w:r w:rsidRPr="00D0224B">
        <w:rPr>
          <w:rFonts w:eastAsia="メイリオ" w:hint="eastAsia"/>
        </w:rPr>
        <w:t>t as if we were getting him from England or the States. He can</w:t>
      </w:r>
      <w:r w:rsidRPr="00D0224B">
        <w:rPr>
          <w:rFonts w:eastAsia="メイリオ" w:hint="eastAsia"/>
        </w:rPr>
        <w:t>’</w:t>
      </w:r>
      <w:r w:rsidRPr="00D0224B">
        <w:rPr>
          <w:rFonts w:eastAsia="メイリオ" w:hint="eastAsia"/>
        </w:rPr>
        <w:t>t be much different from ourselves.</w:t>
      </w:r>
      <w:r w:rsidRPr="00D0224B">
        <w:rPr>
          <w:rFonts w:eastAsia="メイリオ" w:hint="eastAsia"/>
        </w:rPr>
        <w:t>”</w:t>
      </w:r>
    </w:p>
    <w:p w14:paraId="2DAB2432" w14:textId="77777777" w:rsidR="00D0224B" w:rsidRPr="00D0224B" w:rsidRDefault="00D0224B" w:rsidP="00B840F5">
      <w:pPr>
        <w:rPr>
          <w:rFonts w:eastAsia="メイリオ"/>
        </w:rPr>
      </w:pPr>
      <w:r w:rsidRPr="00D0224B">
        <w:rPr>
          <w:rFonts w:eastAsia="メイリオ" w:hint="eastAsia"/>
        </w:rPr>
        <w:t>“</w:t>
      </w:r>
      <w:r w:rsidRPr="00D0224B">
        <w:rPr>
          <w:rFonts w:eastAsia="メイリオ" w:hint="eastAsia"/>
        </w:rPr>
        <w:t>Well, I hope it will turn out all right,</w:t>
      </w:r>
      <w:r w:rsidRPr="00D0224B">
        <w:rPr>
          <w:rFonts w:eastAsia="メイリオ" w:hint="eastAsia"/>
        </w:rPr>
        <w:t>”</w:t>
      </w:r>
      <w:r w:rsidRPr="00D0224B">
        <w:rPr>
          <w:rFonts w:eastAsia="メイリオ" w:hint="eastAsia"/>
        </w:rPr>
        <w:t xml:space="preserve"> said Mrs. Rachel in a tone that plainly indicated her painful doubts. </w:t>
      </w:r>
      <w:r w:rsidRPr="00D0224B">
        <w:rPr>
          <w:rFonts w:eastAsia="メイリオ" w:hint="eastAsia"/>
        </w:rPr>
        <w:t>“</w:t>
      </w:r>
      <w:r w:rsidRPr="00D0224B">
        <w:rPr>
          <w:rFonts w:eastAsia="メイリオ" w:hint="eastAsia"/>
        </w:rPr>
        <w:t>Only don</w:t>
      </w:r>
      <w:r w:rsidRPr="00D0224B">
        <w:rPr>
          <w:rFonts w:eastAsia="メイリオ" w:hint="eastAsia"/>
        </w:rPr>
        <w:t>’</w:t>
      </w:r>
      <w:r w:rsidRPr="00D0224B">
        <w:rPr>
          <w:rFonts w:eastAsia="メイリオ" w:hint="eastAsia"/>
        </w:rPr>
        <w:t xml:space="preserve">t say I </w:t>
      </w:r>
      <w:proofErr w:type="spellStart"/>
      <w:r w:rsidRPr="00D0224B">
        <w:rPr>
          <w:rFonts w:eastAsia="メイリオ" w:hint="eastAsia"/>
        </w:rPr>
        <w:t>didn</w:t>
      </w:r>
      <w:proofErr w:type="spellEnd"/>
      <w:r w:rsidRPr="00D0224B">
        <w:rPr>
          <w:rFonts w:eastAsia="メイリオ" w:hint="eastAsia"/>
        </w:rPr>
        <w:t>’</w:t>
      </w:r>
      <w:r w:rsidRPr="00D0224B">
        <w:rPr>
          <w:rFonts w:eastAsia="メイリオ" w:hint="eastAsia"/>
        </w:rPr>
        <w:t>t warn you if he burns Green Gables down or puts strychnine in the well</w:t>
      </w:r>
      <w:r w:rsidRPr="00D0224B">
        <w:rPr>
          <w:rFonts w:eastAsia="メイリオ" w:hint="eastAsia"/>
        </w:rPr>
        <w:t>—</w:t>
      </w:r>
      <w:r w:rsidRPr="00D0224B">
        <w:rPr>
          <w:rFonts w:eastAsia="メイリオ" w:hint="eastAsia"/>
        </w:rPr>
        <w:t>I heard of a case over in New Brunswick where an orphan asylum child did that and the whole family died in fearful agonies. Only, it was a girl in that instance.</w:t>
      </w:r>
      <w:r w:rsidRPr="00D0224B">
        <w:rPr>
          <w:rFonts w:eastAsia="メイリオ" w:hint="eastAsia"/>
        </w:rPr>
        <w:t>”</w:t>
      </w:r>
    </w:p>
    <w:p w14:paraId="19984E42" w14:textId="77777777" w:rsidR="00D0224B" w:rsidRPr="00D0224B" w:rsidRDefault="00D0224B" w:rsidP="00B840F5">
      <w:pPr>
        <w:rPr>
          <w:rFonts w:eastAsia="メイリオ"/>
        </w:rPr>
      </w:pPr>
      <w:r w:rsidRPr="00D0224B">
        <w:rPr>
          <w:rFonts w:eastAsia="メイリオ" w:hint="eastAsia"/>
        </w:rPr>
        <w:t>“</w:t>
      </w:r>
      <w:r w:rsidRPr="00D0224B">
        <w:rPr>
          <w:rFonts w:eastAsia="メイリオ" w:hint="eastAsia"/>
        </w:rPr>
        <w:t>Well, we</w:t>
      </w:r>
      <w:r w:rsidRPr="00D0224B">
        <w:rPr>
          <w:rFonts w:eastAsia="メイリオ" w:hint="eastAsia"/>
        </w:rPr>
        <w:t>’</w:t>
      </w:r>
      <w:r w:rsidRPr="00D0224B">
        <w:rPr>
          <w:rFonts w:eastAsia="メイリオ" w:hint="eastAsia"/>
        </w:rPr>
        <w:t>re not getting a girl,</w:t>
      </w:r>
      <w:r w:rsidRPr="00D0224B">
        <w:rPr>
          <w:rFonts w:eastAsia="メイリオ" w:hint="eastAsia"/>
        </w:rPr>
        <w:t>”</w:t>
      </w:r>
      <w:r w:rsidRPr="00D0224B">
        <w:rPr>
          <w:rFonts w:eastAsia="メイリオ" w:hint="eastAsia"/>
        </w:rPr>
        <w:t xml:space="preserve"> said Marilla, as if poisoning wells were a purely feminine accomplishment and not to be dreaded in the case of a boy. </w:t>
      </w:r>
      <w:r w:rsidRPr="00D0224B">
        <w:rPr>
          <w:rFonts w:eastAsia="メイリオ" w:hint="eastAsia"/>
        </w:rPr>
        <w:t>“</w:t>
      </w:r>
      <w:r w:rsidRPr="00D0224B">
        <w:rPr>
          <w:rFonts w:eastAsia="メイリオ" w:hint="eastAsia"/>
        </w:rPr>
        <w:t>I</w:t>
      </w:r>
      <w:r w:rsidRPr="00D0224B">
        <w:rPr>
          <w:rFonts w:eastAsia="メイリオ" w:hint="eastAsia"/>
        </w:rPr>
        <w:t>’</w:t>
      </w:r>
      <w:r w:rsidRPr="00D0224B">
        <w:rPr>
          <w:rFonts w:eastAsia="メイリオ" w:hint="eastAsia"/>
        </w:rPr>
        <w:t>d never dream of taking a girl to bring up. I wonder at Mrs. Alexander Spencer for doing it. But there, </w:t>
      </w:r>
      <w:r w:rsidRPr="00D0224B">
        <w:rPr>
          <w:rFonts w:eastAsia="メイリオ" w:hint="eastAsia"/>
          <w:i/>
          <w:iCs/>
        </w:rPr>
        <w:t>she</w:t>
      </w:r>
      <w:r w:rsidRPr="00D0224B">
        <w:rPr>
          <w:rFonts w:eastAsia="メイリオ" w:hint="eastAsia"/>
        </w:rPr>
        <w:t> </w:t>
      </w:r>
      <w:proofErr w:type="spellStart"/>
      <w:r w:rsidRPr="00D0224B">
        <w:rPr>
          <w:rFonts w:eastAsia="メイリオ" w:hint="eastAsia"/>
        </w:rPr>
        <w:t>wouldn</w:t>
      </w:r>
      <w:proofErr w:type="spellEnd"/>
      <w:r w:rsidRPr="00D0224B">
        <w:rPr>
          <w:rFonts w:eastAsia="メイリオ" w:hint="eastAsia"/>
        </w:rPr>
        <w:t>’</w:t>
      </w:r>
      <w:r w:rsidRPr="00D0224B">
        <w:rPr>
          <w:rFonts w:eastAsia="メイリオ" w:hint="eastAsia"/>
        </w:rPr>
        <w:t>t shrink from adopting a whole orphan asylum if she took it into her head.</w:t>
      </w:r>
      <w:r w:rsidRPr="00D0224B">
        <w:rPr>
          <w:rFonts w:eastAsia="メイリオ" w:hint="eastAsia"/>
        </w:rPr>
        <w:t>”</w:t>
      </w:r>
    </w:p>
    <w:p w14:paraId="02FF0762" w14:textId="77777777" w:rsidR="00D0224B" w:rsidRPr="00D0224B" w:rsidRDefault="00D0224B" w:rsidP="00B840F5">
      <w:pPr>
        <w:rPr>
          <w:rFonts w:eastAsia="メイリオ"/>
        </w:rPr>
      </w:pPr>
      <w:r w:rsidRPr="00D0224B">
        <w:rPr>
          <w:rFonts w:eastAsia="メイリオ" w:hint="eastAsia"/>
        </w:rPr>
        <w:t>Mrs. Rachel would have liked to stay until Matthew came home with his imported orphan. But reflecting that it would be a good two hours at least before his arrival she concluded to go up the road to Robert Bell</w:t>
      </w:r>
      <w:r w:rsidRPr="00D0224B">
        <w:rPr>
          <w:rFonts w:eastAsia="メイリオ" w:hint="eastAsia"/>
        </w:rPr>
        <w:t>’</w:t>
      </w:r>
      <w:r w:rsidRPr="00D0224B">
        <w:rPr>
          <w:rFonts w:eastAsia="メイリオ" w:hint="eastAsia"/>
        </w:rPr>
        <w:t>s and tell the news. It would certainly make a sensation second to none, and Mrs. Rachel dearly loved to make a sensation. So she took herself away, somewhat to Marilla</w:t>
      </w:r>
      <w:r w:rsidRPr="00D0224B">
        <w:rPr>
          <w:rFonts w:eastAsia="メイリオ" w:hint="eastAsia"/>
        </w:rPr>
        <w:t>’</w:t>
      </w:r>
      <w:r w:rsidRPr="00D0224B">
        <w:rPr>
          <w:rFonts w:eastAsia="メイリオ" w:hint="eastAsia"/>
        </w:rPr>
        <w:t>s relief, for the latter felt her doubts and fears reviving under the influence of Mrs. Rachel</w:t>
      </w:r>
      <w:r w:rsidRPr="00D0224B">
        <w:rPr>
          <w:rFonts w:eastAsia="メイリオ" w:hint="eastAsia"/>
        </w:rPr>
        <w:t>’</w:t>
      </w:r>
      <w:r w:rsidRPr="00D0224B">
        <w:rPr>
          <w:rFonts w:eastAsia="メイリオ" w:hint="eastAsia"/>
        </w:rPr>
        <w:t>s pessimism.</w:t>
      </w:r>
    </w:p>
    <w:p w14:paraId="0CCAE012" w14:textId="77777777" w:rsidR="00D0224B" w:rsidRPr="00D0224B" w:rsidRDefault="00D0224B" w:rsidP="00B840F5">
      <w:pPr>
        <w:rPr>
          <w:rFonts w:eastAsia="メイリオ"/>
        </w:rPr>
      </w:pPr>
      <w:r w:rsidRPr="00D0224B">
        <w:rPr>
          <w:rFonts w:eastAsia="メイリオ" w:hint="eastAsia"/>
        </w:rPr>
        <w:t>“</w:t>
      </w:r>
      <w:r w:rsidRPr="00D0224B">
        <w:rPr>
          <w:rFonts w:eastAsia="メイリオ" w:hint="eastAsia"/>
        </w:rPr>
        <w:t>Well, of all things that ever were or will be!</w:t>
      </w:r>
      <w:r w:rsidRPr="00D0224B">
        <w:rPr>
          <w:rFonts w:eastAsia="メイリオ" w:hint="eastAsia"/>
        </w:rPr>
        <w:t>”</w:t>
      </w:r>
      <w:r w:rsidRPr="00D0224B">
        <w:rPr>
          <w:rFonts w:eastAsia="メイリオ" w:hint="eastAsia"/>
        </w:rPr>
        <w:t xml:space="preserve"> ejaculated Mrs. Rachel when she was safely out in the lane. </w:t>
      </w:r>
      <w:r w:rsidRPr="00D0224B">
        <w:rPr>
          <w:rFonts w:eastAsia="メイリオ" w:hint="eastAsia"/>
        </w:rPr>
        <w:t>“</w:t>
      </w:r>
      <w:r w:rsidRPr="00D0224B">
        <w:rPr>
          <w:rFonts w:eastAsia="メイリオ" w:hint="eastAsia"/>
        </w:rPr>
        <w:t>It does really seem as if I must be dreaming. Well, I</w:t>
      </w:r>
      <w:r w:rsidRPr="00D0224B">
        <w:rPr>
          <w:rFonts w:eastAsia="メイリオ" w:hint="eastAsia"/>
        </w:rPr>
        <w:t>’</w:t>
      </w:r>
      <w:r w:rsidRPr="00D0224B">
        <w:rPr>
          <w:rFonts w:eastAsia="メイリオ" w:hint="eastAsia"/>
        </w:rPr>
        <w:t>m sorry for that poor young one and no mistake. Matthew and Marilla don</w:t>
      </w:r>
      <w:r w:rsidRPr="00D0224B">
        <w:rPr>
          <w:rFonts w:eastAsia="メイリオ" w:hint="eastAsia"/>
        </w:rPr>
        <w:t>’</w:t>
      </w:r>
      <w:r w:rsidRPr="00D0224B">
        <w:rPr>
          <w:rFonts w:eastAsia="メイリオ" w:hint="eastAsia"/>
        </w:rPr>
        <w:t>t know anything about children and they</w:t>
      </w:r>
      <w:r w:rsidRPr="00D0224B">
        <w:rPr>
          <w:rFonts w:eastAsia="メイリオ" w:hint="eastAsia"/>
        </w:rPr>
        <w:t>’</w:t>
      </w:r>
      <w:proofErr w:type="spellStart"/>
      <w:r w:rsidRPr="00D0224B">
        <w:rPr>
          <w:rFonts w:eastAsia="メイリオ" w:hint="eastAsia"/>
        </w:rPr>
        <w:t>ll</w:t>
      </w:r>
      <w:proofErr w:type="spellEnd"/>
      <w:r w:rsidRPr="00D0224B">
        <w:rPr>
          <w:rFonts w:eastAsia="メイリオ" w:hint="eastAsia"/>
        </w:rPr>
        <w:t xml:space="preserve"> expect him to be wiser and steadier that his </w:t>
      </w:r>
      <w:r w:rsidRPr="00D0224B">
        <w:rPr>
          <w:rFonts w:eastAsia="メイリオ" w:hint="eastAsia"/>
        </w:rPr>
        <w:lastRenderedPageBreak/>
        <w:t>own grandfather, if so be</w:t>
      </w:r>
      <w:r w:rsidRPr="00D0224B">
        <w:rPr>
          <w:rFonts w:eastAsia="メイリオ" w:hint="eastAsia"/>
        </w:rPr>
        <w:t>’</w:t>
      </w:r>
      <w:proofErr w:type="spellStart"/>
      <w:r w:rsidRPr="00D0224B">
        <w:rPr>
          <w:rFonts w:eastAsia="メイリオ" w:hint="eastAsia"/>
        </w:rPr>
        <w:t>s he</w:t>
      </w:r>
      <w:proofErr w:type="spellEnd"/>
      <w:r w:rsidRPr="00D0224B">
        <w:rPr>
          <w:rFonts w:eastAsia="メイリオ" w:hint="eastAsia"/>
        </w:rPr>
        <w:t xml:space="preserve"> ever had a grandfather, which is doubtful. It seems uncanny to think of a child at Green Gables somehow; there</w:t>
      </w:r>
      <w:r w:rsidRPr="00D0224B">
        <w:rPr>
          <w:rFonts w:eastAsia="メイリオ" w:hint="eastAsia"/>
        </w:rPr>
        <w:t>’</w:t>
      </w:r>
      <w:r w:rsidRPr="00D0224B">
        <w:rPr>
          <w:rFonts w:eastAsia="メイリオ" w:hint="eastAsia"/>
        </w:rPr>
        <w:t>s never been one there, for Matthew and Marilla were grown up when the new house was built</w:t>
      </w:r>
      <w:r w:rsidRPr="00D0224B">
        <w:rPr>
          <w:rFonts w:eastAsia="メイリオ" w:hint="eastAsia"/>
        </w:rPr>
        <w:t>—</w:t>
      </w:r>
      <w:r w:rsidRPr="00D0224B">
        <w:rPr>
          <w:rFonts w:eastAsia="メイリオ" w:hint="eastAsia"/>
        </w:rPr>
        <w:t>if they ever </w:t>
      </w:r>
      <w:r w:rsidRPr="00D0224B">
        <w:rPr>
          <w:rFonts w:eastAsia="メイリオ" w:hint="eastAsia"/>
          <w:i/>
          <w:iCs/>
        </w:rPr>
        <w:t>were</w:t>
      </w:r>
      <w:r w:rsidRPr="00D0224B">
        <w:rPr>
          <w:rFonts w:eastAsia="メイリオ" w:hint="eastAsia"/>
        </w:rPr>
        <w:t xml:space="preserve"> children, which is hard to believe when one looks at them. I </w:t>
      </w:r>
      <w:proofErr w:type="spellStart"/>
      <w:r w:rsidRPr="00D0224B">
        <w:rPr>
          <w:rFonts w:eastAsia="メイリオ" w:hint="eastAsia"/>
        </w:rPr>
        <w:t>wouldn</w:t>
      </w:r>
      <w:proofErr w:type="spellEnd"/>
      <w:r w:rsidRPr="00D0224B">
        <w:rPr>
          <w:rFonts w:eastAsia="メイリオ" w:hint="eastAsia"/>
        </w:rPr>
        <w:t>’</w:t>
      </w:r>
      <w:r w:rsidRPr="00D0224B">
        <w:rPr>
          <w:rFonts w:eastAsia="メイリオ" w:hint="eastAsia"/>
        </w:rPr>
        <w:t>t be in that orphan</w:t>
      </w:r>
      <w:r w:rsidRPr="00D0224B">
        <w:rPr>
          <w:rFonts w:eastAsia="メイリオ" w:hint="eastAsia"/>
        </w:rPr>
        <w:t>’</w:t>
      </w:r>
      <w:r w:rsidRPr="00D0224B">
        <w:rPr>
          <w:rFonts w:eastAsia="メイリオ" w:hint="eastAsia"/>
        </w:rPr>
        <w:t>s shoes for anything. My, but I pity him, that</w:t>
      </w:r>
      <w:r w:rsidRPr="00D0224B">
        <w:rPr>
          <w:rFonts w:eastAsia="メイリオ" w:hint="eastAsia"/>
        </w:rPr>
        <w:t>’</w:t>
      </w:r>
      <w:r w:rsidRPr="00D0224B">
        <w:rPr>
          <w:rFonts w:eastAsia="メイリオ" w:hint="eastAsia"/>
        </w:rPr>
        <w:t>s what.</w:t>
      </w:r>
      <w:r w:rsidRPr="00D0224B">
        <w:rPr>
          <w:rFonts w:eastAsia="メイリオ" w:hint="eastAsia"/>
        </w:rPr>
        <w:t>”</w:t>
      </w:r>
    </w:p>
    <w:p w14:paraId="5E02BF1F" w14:textId="77777777" w:rsidR="00D0224B" w:rsidRPr="00D0224B" w:rsidRDefault="00D0224B" w:rsidP="00B840F5">
      <w:pPr>
        <w:rPr>
          <w:rFonts w:eastAsia="メイリオ"/>
        </w:rPr>
      </w:pPr>
      <w:r w:rsidRPr="00D0224B">
        <w:rPr>
          <w:rFonts w:eastAsia="メイリオ" w:hint="eastAsia"/>
        </w:rPr>
        <w:t>So said Mrs. Rachel to the wild rose bushes out of the fulness of her heart; but if she could have seen the child who was waiting patiently at the Bright River station at that very moment her pity would have been still deeper and more profound.</w:t>
      </w:r>
    </w:p>
    <w:p w14:paraId="4D1C1366" w14:textId="77777777" w:rsidR="00DE71B6" w:rsidRPr="00D0224B" w:rsidRDefault="00DE71B6">
      <w:pPr>
        <w:rPr>
          <w:sz w:val="22"/>
          <w:szCs w:val="21"/>
        </w:rPr>
      </w:pPr>
    </w:p>
    <w:sectPr w:rsidR="00DE71B6" w:rsidRPr="00D0224B">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DD0AE" w14:textId="77777777" w:rsidR="006674DB" w:rsidRDefault="006674DB" w:rsidP="00D0224B">
      <w:r>
        <w:separator/>
      </w:r>
    </w:p>
  </w:endnote>
  <w:endnote w:type="continuationSeparator" w:id="0">
    <w:p w14:paraId="16DBF250" w14:textId="77777777" w:rsidR="006674DB" w:rsidRDefault="006674DB" w:rsidP="00D0224B">
      <w:r>
        <w:continuationSeparator/>
      </w:r>
    </w:p>
  </w:endnote>
  <w:endnote w:type="continuationNotice" w:id="1">
    <w:p w14:paraId="7FFBED25" w14:textId="77777777" w:rsidR="006674DB" w:rsidRDefault="006674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AEED3" w14:textId="77777777" w:rsidR="00F84976" w:rsidRDefault="00F8497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5241301"/>
      <w:docPartObj>
        <w:docPartGallery w:val="Page Numbers (Bottom of Page)"/>
        <w:docPartUnique/>
      </w:docPartObj>
    </w:sdtPr>
    <w:sdtContent>
      <w:p w14:paraId="0CC85BEE" w14:textId="0450F661" w:rsidR="00D0224B" w:rsidRDefault="00D0224B">
        <w:pPr>
          <w:pStyle w:val="a5"/>
          <w:jc w:val="center"/>
        </w:pPr>
        <w:r>
          <w:fldChar w:fldCharType="begin"/>
        </w:r>
        <w:r>
          <w:instrText>PAGE   \* MERGEFORMAT</w:instrText>
        </w:r>
        <w:r>
          <w:fldChar w:fldCharType="separate"/>
        </w:r>
        <w:r>
          <w:rPr>
            <w:lang w:val="ja-JP"/>
          </w:rPr>
          <w:t>2</w:t>
        </w:r>
        <w:r>
          <w:fldChar w:fldCharType="end"/>
        </w:r>
      </w:p>
    </w:sdtContent>
  </w:sdt>
  <w:p w14:paraId="2CD5B575" w14:textId="77777777" w:rsidR="00D0224B" w:rsidRDefault="00D0224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581E" w14:textId="77777777" w:rsidR="00F84976" w:rsidRDefault="00F8497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8C8CF" w14:textId="77777777" w:rsidR="006674DB" w:rsidRDefault="006674DB" w:rsidP="00D0224B">
      <w:r>
        <w:separator/>
      </w:r>
    </w:p>
  </w:footnote>
  <w:footnote w:type="continuationSeparator" w:id="0">
    <w:p w14:paraId="61DDBFDA" w14:textId="77777777" w:rsidR="006674DB" w:rsidRDefault="006674DB" w:rsidP="00D0224B">
      <w:r>
        <w:continuationSeparator/>
      </w:r>
    </w:p>
  </w:footnote>
  <w:footnote w:type="continuationNotice" w:id="1">
    <w:p w14:paraId="4C7E9B67" w14:textId="77777777" w:rsidR="006674DB" w:rsidRDefault="006674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813B5" w14:textId="77777777" w:rsidR="00F84976" w:rsidRDefault="00F8497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1A1C" w14:textId="77777777" w:rsidR="00F84976" w:rsidRDefault="00F8497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C4592" w14:textId="77777777" w:rsidR="00F84976" w:rsidRDefault="00F8497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24B"/>
    <w:rsid w:val="003F0762"/>
    <w:rsid w:val="006674DB"/>
    <w:rsid w:val="00821AA8"/>
    <w:rsid w:val="00B840F5"/>
    <w:rsid w:val="00C848DC"/>
    <w:rsid w:val="00D0224B"/>
    <w:rsid w:val="00DE71B6"/>
    <w:rsid w:val="00F849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58D251"/>
  <w14:defaultImageDpi w14:val="32767"/>
  <w15:chartTrackingRefBased/>
  <w15:docId w15:val="{30EC1EA3-235C-4614-A52C-613800165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40F5"/>
    <w:pPr>
      <w:widowControl w:val="0"/>
      <w:snapToGrid w:val="0"/>
      <w:jc w:val="both"/>
    </w:pPr>
    <w:rPr>
      <w:rFonts w:eastAsia="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224B"/>
    <w:pPr>
      <w:tabs>
        <w:tab w:val="center" w:pos="4252"/>
        <w:tab w:val="right" w:pos="8504"/>
      </w:tabs>
    </w:pPr>
  </w:style>
  <w:style w:type="character" w:customStyle="1" w:styleId="a4">
    <w:name w:val="ヘッダー (文字)"/>
    <w:basedOn w:val="a0"/>
    <w:link w:val="a3"/>
    <w:uiPriority w:val="99"/>
    <w:rsid w:val="00D0224B"/>
  </w:style>
  <w:style w:type="paragraph" w:styleId="a5">
    <w:name w:val="footer"/>
    <w:basedOn w:val="a"/>
    <w:link w:val="a6"/>
    <w:uiPriority w:val="99"/>
    <w:unhideWhenUsed/>
    <w:rsid w:val="00D0224B"/>
    <w:pPr>
      <w:tabs>
        <w:tab w:val="center" w:pos="4252"/>
        <w:tab w:val="right" w:pos="8504"/>
      </w:tabs>
    </w:pPr>
  </w:style>
  <w:style w:type="character" w:customStyle="1" w:styleId="a6">
    <w:name w:val="フッター (文字)"/>
    <w:basedOn w:val="a0"/>
    <w:link w:val="a5"/>
    <w:uiPriority w:val="99"/>
    <w:rsid w:val="00D02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808873">
      <w:bodyDiv w:val="1"/>
      <w:marLeft w:val="0"/>
      <w:marRight w:val="0"/>
      <w:marTop w:val="0"/>
      <w:marBottom w:val="0"/>
      <w:divBdr>
        <w:top w:val="none" w:sz="0" w:space="0" w:color="auto"/>
        <w:left w:val="none" w:sz="0" w:space="0" w:color="auto"/>
        <w:bottom w:val="none" w:sz="0" w:space="0" w:color="auto"/>
        <w:right w:val="none" w:sz="0" w:space="0" w:color="auto"/>
      </w:divBdr>
      <w:divsChild>
        <w:div w:id="927009348">
          <w:marLeft w:val="0"/>
          <w:marRight w:val="0"/>
          <w:marTop w:val="960"/>
          <w:marBottom w:val="0"/>
          <w:divBdr>
            <w:top w:val="none" w:sz="0" w:space="0" w:color="auto"/>
            <w:left w:val="none" w:sz="0" w:space="0" w:color="auto"/>
            <w:bottom w:val="none" w:sz="0" w:space="0" w:color="auto"/>
            <w:right w:val="none" w:sz="0" w:space="0" w:color="auto"/>
          </w:divBdr>
        </w:div>
        <w:div w:id="1341542764">
          <w:marLeft w:val="0"/>
          <w:marRight w:val="0"/>
          <w:marTop w:val="9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88620-1B35-472C-A8BB-D51234EF9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2325</Words>
  <Characters>13253</Characters>
  <Application>Microsoft Office Word</Application>
  <DocSecurity>0</DocSecurity>
  <Lines>110</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神戸</dc:creator>
  <cp:keywords/>
  <dc:description/>
  <cp:lastModifiedBy>神戸 太郎</cp:lastModifiedBy>
  <cp:revision>4</cp:revision>
  <dcterms:created xsi:type="dcterms:W3CDTF">2024-01-30T02:08:00Z</dcterms:created>
  <dcterms:modified xsi:type="dcterms:W3CDTF">2024-01-30T03:04:00Z</dcterms:modified>
</cp:coreProperties>
</file>